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043601" w:rsidTr="00F862D6">
        <w:tc>
          <w:tcPr>
            <w:tcW w:w="1020" w:type="dxa"/>
          </w:tcPr>
          <w:p w:rsidR="00043601" w:rsidRDefault="00043601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4565A86C" wp14:editId="67FB0FB9">
                      <wp:simplePos x="0" y="0"/>
                      <wp:positionH relativeFrom="page">
                        <wp:posOffset>3704590</wp:posOffset>
                      </wp:positionH>
                      <wp:positionV relativeFrom="page">
                        <wp:posOffset>1476375</wp:posOffset>
                      </wp:positionV>
                      <wp:extent cx="3171825" cy="1057275"/>
                      <wp:effectExtent l="0" t="0" r="9525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182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43601" w:rsidRDefault="00043601" w:rsidP="00726B00">
                                  <w:pPr>
                                    <w:adjustRightInd w:val="0"/>
                                    <w:spacing w:after="0" w:line="276" w:lineRule="auto"/>
                                    <w:ind w:right="52"/>
                                    <w:rPr>
                                      <w:rFonts w:ascii="Verdana" w:hAnsi="Verdana" w:cs="Arial"/>
                                      <w:bCs/>
                                    </w:rPr>
                                  </w:pPr>
                                  <w:r w:rsidRPr="00F409AE">
                                    <w:rPr>
                                      <w:rFonts w:ascii="Verdana" w:hAnsi="Verdana" w:cs="Arial"/>
                                      <w:bCs/>
                                    </w:rPr>
                                    <w:t>Správa železni</w:t>
                                  </w:r>
                                  <w:r>
                                    <w:rPr>
                                      <w:rFonts w:ascii="Verdana" w:hAnsi="Verdana" w:cs="Arial"/>
                                      <w:bCs/>
                                    </w:rPr>
                                    <w:t>c</w:t>
                                  </w:r>
                                  <w:r w:rsidRPr="00F409AE">
                                    <w:rPr>
                                      <w:rFonts w:ascii="Verdana" w:hAnsi="Verdana" w:cs="Arial"/>
                                      <w:bCs/>
                                    </w:rPr>
                                    <w:t>, státní organizace</w:t>
                                  </w:r>
                                </w:p>
                                <w:p w:rsidR="00043601" w:rsidRDefault="00043601" w:rsidP="00726B00">
                                  <w:pPr>
                                    <w:adjustRightInd w:val="0"/>
                                    <w:spacing w:after="0" w:line="276" w:lineRule="auto"/>
                                    <w:ind w:right="52"/>
                                    <w:rPr>
                                      <w:rFonts w:ascii="Verdana" w:hAnsi="Verdana" w:cs="Arial"/>
                                      <w:bCs/>
                                    </w:rPr>
                                  </w:pPr>
                                  <w:r w:rsidRPr="00F409AE">
                                    <w:rPr>
                                      <w:rFonts w:ascii="Verdana" w:hAnsi="Verdana" w:cs="Arial"/>
                                      <w:bCs/>
                                    </w:rPr>
                                    <w:t>Stavební správa západ</w:t>
                                  </w:r>
                                  <w:r>
                                    <w:rPr>
                                      <w:rFonts w:ascii="Verdana" w:hAnsi="Verdana" w:cs="Arial"/>
                                      <w:bCs/>
                                    </w:rPr>
                                    <w:t xml:space="preserve"> </w:t>
                                  </w:r>
                                </w:p>
                                <w:p w:rsidR="00A959F2" w:rsidRDefault="00175038" w:rsidP="00D40696">
                                  <w:pPr>
                                    <w:adjustRightInd w:val="0"/>
                                    <w:spacing w:after="0" w:line="276" w:lineRule="auto"/>
                                    <w:ind w:right="52"/>
                                    <w:rPr>
                                      <w:rFonts w:ascii="Verdana" w:hAnsi="Verdana" w:cs="Arial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Verdana" w:hAnsi="Verdana" w:cs="Arial"/>
                                      <w:bCs/>
                                    </w:rPr>
                                    <w:t>paní Monika Škarvadová</w:t>
                                  </w:r>
                                  <w:r w:rsidR="00A959F2">
                                    <w:rPr>
                                      <w:rFonts w:ascii="Verdana" w:hAnsi="Verdana" w:cs="Arial"/>
                                      <w:bCs/>
                                    </w:rPr>
                                    <w:t xml:space="preserve"> </w:t>
                                  </w:r>
                                </w:p>
                                <w:p w:rsidR="00043601" w:rsidRPr="00D40696" w:rsidRDefault="00D40696" w:rsidP="00D40696">
                                  <w:pPr>
                                    <w:adjustRightInd w:val="0"/>
                                    <w:spacing w:after="0" w:line="276" w:lineRule="auto"/>
                                    <w:ind w:right="52"/>
                                    <w:rPr>
                                      <w:rFonts w:ascii="Verdana" w:hAnsi="Verdana"/>
                                    </w:rPr>
                                  </w:pPr>
                                  <w:r>
                                    <w:rPr>
                                      <w:rFonts w:ascii="Verdana" w:hAnsi="Verdana" w:cs="Arial"/>
                                      <w:bCs/>
                                    </w:rPr>
                                    <w:t>S</w:t>
                                  </w:r>
                                  <w:r w:rsidR="00FB6408" w:rsidRPr="00D40696">
                                    <w:rPr>
                                      <w:rFonts w:ascii="Verdana" w:hAnsi="Verdana"/>
                                    </w:rPr>
                                    <w:t>okolovská 1955/278</w:t>
                                  </w:r>
                                </w:p>
                                <w:p w:rsidR="00043601" w:rsidRDefault="00FB6408" w:rsidP="00BA076A">
                                  <w:pPr>
                                    <w:pStyle w:val="Bezmezer"/>
                                    <w:spacing w:line="276" w:lineRule="auto"/>
                                    <w:rPr>
                                      <w:rFonts w:ascii="Verdana" w:hAnsi="Verdana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</w:rPr>
                                    <w:t>190 00 Praha 9</w:t>
                                  </w:r>
                                </w:p>
                                <w:p w:rsidR="00BB5742" w:rsidRPr="00E15C86" w:rsidRDefault="00BB5742" w:rsidP="00BA076A">
                                  <w:pPr>
                                    <w:pStyle w:val="Bezmezer"/>
                                    <w:spacing w:line="276" w:lineRule="auto"/>
                                    <w:rPr>
                                      <w:rStyle w:val="Potovnadresa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="00FD7C21"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 w:rsidR="00A95759"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 xml:space="preserve">řes </w:t>
                                  </w:r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 xml:space="preserve">IS </w:t>
                                  </w:r>
                                  <w:proofErr w:type="spellStart"/>
                                  <w:proofErr w:type="gramStart"/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 w:rsidR="00FD7C21"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="00FD7C21"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Sta</w:t>
                                  </w:r>
                                  <w:proofErr w:type="spellEnd"/>
                                  <w:proofErr w:type="gramEnd"/>
                                  <w:r w:rsidRPr="00E15C86"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91.7pt;margin-top:116.25pt;width:249.7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043601" w:rsidRDefault="00043601" w:rsidP="00726B00">
                            <w:pPr>
                              <w:adjustRightInd w:val="0"/>
                              <w:spacing w:after="0" w:line="276" w:lineRule="auto"/>
                              <w:ind w:right="52"/>
                              <w:rPr>
                                <w:rFonts w:ascii="Verdana" w:hAnsi="Verdana" w:cs="Arial"/>
                                <w:bCs/>
                              </w:rPr>
                            </w:pPr>
                            <w:r w:rsidRPr="00F409AE">
                              <w:rPr>
                                <w:rFonts w:ascii="Verdana" w:hAnsi="Verdana" w:cs="Arial"/>
                                <w:bCs/>
                              </w:rPr>
                              <w:t>Správa železni</w:t>
                            </w:r>
                            <w:r>
                              <w:rPr>
                                <w:rFonts w:ascii="Verdana" w:hAnsi="Verdana" w:cs="Arial"/>
                                <w:bCs/>
                              </w:rPr>
                              <w:t>c</w:t>
                            </w:r>
                            <w:r w:rsidRPr="00F409AE">
                              <w:rPr>
                                <w:rFonts w:ascii="Verdana" w:hAnsi="Verdana" w:cs="Arial"/>
                                <w:bCs/>
                              </w:rPr>
                              <w:t>, státní organizace</w:t>
                            </w:r>
                          </w:p>
                          <w:p w:rsidR="00043601" w:rsidRDefault="00043601" w:rsidP="00726B00">
                            <w:pPr>
                              <w:adjustRightInd w:val="0"/>
                              <w:spacing w:after="0" w:line="276" w:lineRule="auto"/>
                              <w:ind w:right="52"/>
                              <w:rPr>
                                <w:rFonts w:ascii="Verdana" w:hAnsi="Verdana" w:cs="Arial"/>
                                <w:bCs/>
                              </w:rPr>
                            </w:pPr>
                            <w:r w:rsidRPr="00F409AE">
                              <w:rPr>
                                <w:rFonts w:ascii="Verdana" w:hAnsi="Verdana" w:cs="Arial"/>
                                <w:bCs/>
                              </w:rPr>
                              <w:t>Stavební správa západ</w:t>
                            </w:r>
                            <w:r>
                              <w:rPr>
                                <w:rFonts w:ascii="Verdana" w:hAnsi="Verdana" w:cs="Arial"/>
                                <w:bCs/>
                              </w:rPr>
                              <w:t xml:space="preserve"> </w:t>
                            </w:r>
                          </w:p>
                          <w:p w:rsidR="00A959F2" w:rsidRDefault="00175038" w:rsidP="00D40696">
                            <w:pPr>
                              <w:adjustRightInd w:val="0"/>
                              <w:spacing w:after="0" w:line="276" w:lineRule="auto"/>
                              <w:ind w:right="52"/>
                              <w:rPr>
                                <w:rFonts w:ascii="Verdana" w:hAnsi="Verdana" w:cs="Arial"/>
                                <w:bCs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Cs/>
                              </w:rPr>
                              <w:t>paní Monika Škarvadová</w:t>
                            </w:r>
                            <w:r w:rsidR="00A959F2">
                              <w:rPr>
                                <w:rFonts w:ascii="Verdana" w:hAnsi="Verdana" w:cs="Arial"/>
                                <w:bCs/>
                              </w:rPr>
                              <w:t xml:space="preserve"> </w:t>
                            </w:r>
                          </w:p>
                          <w:p w:rsidR="00043601" w:rsidRPr="00D40696" w:rsidRDefault="00D40696" w:rsidP="00D40696">
                            <w:pPr>
                              <w:adjustRightInd w:val="0"/>
                              <w:spacing w:after="0" w:line="276" w:lineRule="auto"/>
                              <w:ind w:right="52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 w:cs="Arial"/>
                                <w:bCs/>
                              </w:rPr>
                              <w:t>S</w:t>
                            </w:r>
                            <w:r w:rsidR="00FB6408" w:rsidRPr="00D40696">
                              <w:rPr>
                                <w:rFonts w:ascii="Verdana" w:hAnsi="Verdana"/>
                              </w:rPr>
                              <w:t>okolovská 1955/278</w:t>
                            </w:r>
                          </w:p>
                          <w:p w:rsidR="00043601" w:rsidRDefault="00FB6408" w:rsidP="00BA076A">
                            <w:pPr>
                              <w:pStyle w:val="Bezmezer"/>
                              <w:spacing w:line="276" w:lineRule="auto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190 00 Praha 9</w:t>
                            </w:r>
                          </w:p>
                          <w:p w:rsidR="00BB5742" w:rsidRPr="00E15C86" w:rsidRDefault="00BB5742" w:rsidP="00BA076A">
                            <w:pPr>
                              <w:pStyle w:val="Bezmezer"/>
                              <w:spacing w:line="276" w:lineRule="auto"/>
                              <w:rPr>
                                <w:rStyle w:val="Potovnadresa"/>
                                <w:i/>
                                <w:sz w:val="16"/>
                                <w:szCs w:val="16"/>
                              </w:rPr>
                            </w:pPr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="00FD7C21"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p</w:t>
                            </w:r>
                            <w:r w:rsidR="00A95759"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řes </w:t>
                            </w:r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IS </w:t>
                            </w:r>
                            <w:proofErr w:type="spellStart"/>
                            <w:proofErr w:type="gramStart"/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C</w:t>
                            </w:r>
                            <w:r w:rsidR="00FD7C21"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E</w:t>
                            </w:r>
                            <w:r w:rsidR="00FD7C21"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Sta</w:t>
                            </w:r>
                            <w:proofErr w:type="spellEnd"/>
                            <w:proofErr w:type="gramEnd"/>
                            <w:r w:rsidRPr="00E15C86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:rsidR="00043601" w:rsidRDefault="000971B7" w:rsidP="00175038">
            <w:proofErr w:type="spellStart"/>
            <w:r>
              <w:rPr>
                <w:rFonts w:ascii="Verdana" w:hAnsi="Verdana"/>
              </w:rPr>
              <w:t>CESta</w:t>
            </w:r>
            <w:proofErr w:type="spellEnd"/>
            <w:r>
              <w:rPr>
                <w:rFonts w:ascii="Verdana" w:hAnsi="Verdana"/>
              </w:rPr>
              <w:t xml:space="preserve"> – </w:t>
            </w:r>
            <w:r w:rsidR="00175038">
              <w:rPr>
                <w:rFonts w:ascii="Verdana" w:hAnsi="Verdana"/>
              </w:rPr>
              <w:t>Š</w:t>
            </w:r>
            <w:r w:rsidR="00942995">
              <w:rPr>
                <w:rFonts w:ascii="Verdana" w:hAnsi="Verdana"/>
              </w:rPr>
              <w:t>karvadová</w:t>
            </w:r>
          </w:p>
        </w:tc>
        <w:tc>
          <w:tcPr>
            <w:tcW w:w="823" w:type="dxa"/>
          </w:tcPr>
          <w:p w:rsidR="00043601" w:rsidRDefault="00043601" w:rsidP="0077673A"/>
        </w:tc>
        <w:tc>
          <w:tcPr>
            <w:tcW w:w="3685" w:type="dxa"/>
          </w:tcPr>
          <w:p w:rsidR="00043601" w:rsidRDefault="00043601" w:rsidP="0077673A"/>
        </w:tc>
      </w:tr>
      <w:tr w:rsidR="00043601" w:rsidTr="00596C7E">
        <w:tc>
          <w:tcPr>
            <w:tcW w:w="1020" w:type="dxa"/>
          </w:tcPr>
          <w:p w:rsidR="00043601" w:rsidRDefault="00043601" w:rsidP="0077673A">
            <w:r w:rsidRPr="00F310F8">
              <w:t>Ze dne</w:t>
            </w:r>
          </w:p>
        </w:tc>
        <w:tc>
          <w:tcPr>
            <w:tcW w:w="2552" w:type="dxa"/>
          </w:tcPr>
          <w:p w:rsidR="00043601" w:rsidRDefault="00942995" w:rsidP="00942995">
            <w:r>
              <w:t xml:space="preserve">2. 2. </w:t>
            </w:r>
            <w:r w:rsidR="00043601">
              <w:t>202</w:t>
            </w:r>
            <w:r w:rsidR="00C905DF">
              <w:t>1</w:t>
            </w:r>
          </w:p>
        </w:tc>
        <w:tc>
          <w:tcPr>
            <w:tcW w:w="823" w:type="dxa"/>
          </w:tcPr>
          <w:p w:rsidR="00043601" w:rsidRDefault="00043601" w:rsidP="0077673A"/>
        </w:tc>
        <w:tc>
          <w:tcPr>
            <w:tcW w:w="3685" w:type="dxa"/>
            <w:vMerge w:val="restart"/>
          </w:tcPr>
          <w:p w:rsidR="00043601" w:rsidRDefault="00043601" w:rsidP="00596C7E">
            <w:pPr>
              <w:rPr>
                <w:rStyle w:val="Potovnadresa"/>
              </w:rPr>
            </w:pPr>
          </w:p>
          <w:p w:rsidR="00043601" w:rsidRPr="00F862D6" w:rsidRDefault="00043601" w:rsidP="00596C7E">
            <w:pPr>
              <w:rPr>
                <w:rStyle w:val="Potovnadresa"/>
              </w:rPr>
            </w:pPr>
          </w:p>
        </w:tc>
      </w:tr>
      <w:tr w:rsidR="00043601" w:rsidTr="00F862D6">
        <w:tc>
          <w:tcPr>
            <w:tcW w:w="1020" w:type="dxa"/>
          </w:tcPr>
          <w:p w:rsidR="00043601" w:rsidRDefault="00043601" w:rsidP="0077673A">
            <w:r>
              <w:t>Naše zn.</w:t>
            </w:r>
          </w:p>
        </w:tc>
        <w:tc>
          <w:tcPr>
            <w:tcW w:w="2552" w:type="dxa"/>
          </w:tcPr>
          <w:p w:rsidR="00043601" w:rsidRPr="009A7568" w:rsidRDefault="00942995" w:rsidP="00942995">
            <w:r>
              <w:rPr>
                <w:rFonts w:ascii="Verdana" w:hAnsi="Verdana" w:cs="Arial"/>
                <w:szCs w:val="14"/>
              </w:rPr>
              <w:t>8548</w:t>
            </w:r>
            <w:r w:rsidR="00043601" w:rsidRPr="00C060D6">
              <w:rPr>
                <w:rFonts w:ascii="Verdana" w:hAnsi="Verdana" w:cs="Arial"/>
                <w:szCs w:val="14"/>
              </w:rPr>
              <w:t>/20</w:t>
            </w:r>
            <w:r w:rsidR="00043601">
              <w:rPr>
                <w:rFonts w:ascii="Verdana" w:hAnsi="Verdana" w:cs="Arial"/>
                <w:szCs w:val="14"/>
              </w:rPr>
              <w:t>2</w:t>
            </w:r>
            <w:r w:rsidR="00A620C2">
              <w:rPr>
                <w:rFonts w:ascii="Verdana" w:hAnsi="Verdana" w:cs="Arial"/>
                <w:szCs w:val="14"/>
              </w:rPr>
              <w:t>1</w:t>
            </w:r>
            <w:r w:rsidR="00043601" w:rsidRPr="00C060D6">
              <w:rPr>
                <w:rFonts w:ascii="Verdana" w:hAnsi="Verdana" w:cs="Arial"/>
                <w:szCs w:val="14"/>
              </w:rPr>
              <w:t>-SŽ-GŘ-O30</w:t>
            </w:r>
          </w:p>
        </w:tc>
        <w:tc>
          <w:tcPr>
            <w:tcW w:w="823" w:type="dxa"/>
          </w:tcPr>
          <w:p w:rsidR="00043601" w:rsidRDefault="00043601" w:rsidP="0077673A"/>
        </w:tc>
        <w:tc>
          <w:tcPr>
            <w:tcW w:w="3685" w:type="dxa"/>
            <w:vMerge/>
          </w:tcPr>
          <w:p w:rsidR="00043601" w:rsidRDefault="00043601" w:rsidP="0077673A"/>
        </w:tc>
      </w:tr>
      <w:tr w:rsidR="00043601" w:rsidTr="00F862D6">
        <w:tc>
          <w:tcPr>
            <w:tcW w:w="1020" w:type="dxa"/>
          </w:tcPr>
          <w:p w:rsidR="00043601" w:rsidRDefault="00043601" w:rsidP="0077673A">
            <w:r>
              <w:t>Listů/příloh</w:t>
            </w:r>
          </w:p>
        </w:tc>
        <w:tc>
          <w:tcPr>
            <w:tcW w:w="2552" w:type="dxa"/>
          </w:tcPr>
          <w:p w:rsidR="00043601" w:rsidRDefault="001C2BCC" w:rsidP="001C2BCC">
            <w:r>
              <w:t>1</w:t>
            </w:r>
            <w:r w:rsidR="00043601">
              <w:t>/</w:t>
            </w:r>
            <w:r>
              <w:t>0</w:t>
            </w:r>
          </w:p>
        </w:tc>
        <w:tc>
          <w:tcPr>
            <w:tcW w:w="823" w:type="dxa"/>
          </w:tcPr>
          <w:p w:rsidR="00043601" w:rsidRDefault="00043601" w:rsidP="0077673A"/>
        </w:tc>
        <w:tc>
          <w:tcPr>
            <w:tcW w:w="3685" w:type="dxa"/>
            <w:vMerge/>
          </w:tcPr>
          <w:p w:rsidR="00043601" w:rsidRDefault="00043601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2768B1" w:rsidTr="00F862D6">
        <w:tc>
          <w:tcPr>
            <w:tcW w:w="1020" w:type="dxa"/>
          </w:tcPr>
          <w:p w:rsidR="002768B1" w:rsidRDefault="002768B1" w:rsidP="00AC19FC">
            <w:r>
              <w:t>Vyřizuje</w:t>
            </w:r>
          </w:p>
        </w:tc>
        <w:tc>
          <w:tcPr>
            <w:tcW w:w="2552" w:type="dxa"/>
          </w:tcPr>
          <w:p w:rsidR="00904D23" w:rsidRDefault="002768B1" w:rsidP="00FD7C21">
            <w:r>
              <w:t xml:space="preserve">Karel </w:t>
            </w:r>
            <w:proofErr w:type="gramStart"/>
            <w:r>
              <w:t>Knížek</w:t>
            </w:r>
            <w:r w:rsidR="00021816">
              <w:t xml:space="preserve">                                      </w:t>
            </w:r>
            <w:r w:rsidR="00021816" w:rsidRPr="001C4B88">
              <w:t>Ing.</w:t>
            </w:r>
            <w:proofErr w:type="gramEnd"/>
            <w:r w:rsidR="00021816" w:rsidRPr="001C4B88">
              <w:t xml:space="preserve"> Eva Krylová</w:t>
            </w:r>
            <w:r w:rsidR="00FD7C21">
              <w:t xml:space="preserve">  </w:t>
            </w:r>
            <w:r w:rsidR="003C6DE3">
              <w:t xml:space="preserve">                      </w:t>
            </w:r>
          </w:p>
        </w:tc>
        <w:tc>
          <w:tcPr>
            <w:tcW w:w="823" w:type="dxa"/>
          </w:tcPr>
          <w:p w:rsidR="002768B1" w:rsidRDefault="002768B1" w:rsidP="0077673A"/>
        </w:tc>
        <w:tc>
          <w:tcPr>
            <w:tcW w:w="3685" w:type="dxa"/>
            <w:vMerge/>
          </w:tcPr>
          <w:p w:rsidR="002768B1" w:rsidRDefault="002768B1" w:rsidP="0077673A"/>
        </w:tc>
      </w:tr>
      <w:tr w:rsidR="002768B1" w:rsidTr="00F862D6">
        <w:tc>
          <w:tcPr>
            <w:tcW w:w="1020" w:type="dxa"/>
          </w:tcPr>
          <w:p w:rsidR="002768B1" w:rsidRDefault="002768B1" w:rsidP="00AC19FC"/>
        </w:tc>
        <w:tc>
          <w:tcPr>
            <w:tcW w:w="2552" w:type="dxa"/>
          </w:tcPr>
          <w:p w:rsidR="002768B1" w:rsidRDefault="002768B1" w:rsidP="007D6B6D"/>
        </w:tc>
        <w:tc>
          <w:tcPr>
            <w:tcW w:w="823" w:type="dxa"/>
          </w:tcPr>
          <w:p w:rsidR="002768B1" w:rsidRDefault="002768B1" w:rsidP="009A7568"/>
        </w:tc>
        <w:tc>
          <w:tcPr>
            <w:tcW w:w="3685" w:type="dxa"/>
            <w:vMerge/>
          </w:tcPr>
          <w:p w:rsidR="002768B1" w:rsidRDefault="002768B1" w:rsidP="009A7568"/>
        </w:tc>
      </w:tr>
      <w:tr w:rsidR="002768B1" w:rsidTr="00F862D6">
        <w:tc>
          <w:tcPr>
            <w:tcW w:w="1020" w:type="dxa"/>
          </w:tcPr>
          <w:p w:rsidR="002768B1" w:rsidRDefault="002768B1" w:rsidP="00AC19FC">
            <w:r>
              <w:t>Mobil</w:t>
            </w:r>
          </w:p>
        </w:tc>
        <w:tc>
          <w:tcPr>
            <w:tcW w:w="2552" w:type="dxa"/>
          </w:tcPr>
          <w:p w:rsidR="00765998" w:rsidRDefault="002768B1" w:rsidP="00765998">
            <w:pPr>
              <w:rPr>
                <w:rFonts w:ascii="Verdana" w:hAnsi="Verdana"/>
                <w:szCs w:val="14"/>
                <w:lang w:eastAsia="cs-CZ"/>
              </w:rPr>
            </w:pPr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0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+420 724 931 668</w:t>
            </w:r>
            <w:r>
              <w:fldChar w:fldCharType="end"/>
            </w:r>
            <w:bookmarkEnd w:id="0"/>
            <w:r w:rsidR="00021816">
              <w:t xml:space="preserve"> </w:t>
            </w:r>
            <w:r w:rsidR="00021816" w:rsidRPr="00CD53A5">
              <w:rPr>
                <w:rFonts w:ascii="Verdana" w:hAnsi="Verdana"/>
                <w:szCs w:val="14"/>
                <w:lang w:eastAsia="cs-CZ"/>
              </w:rPr>
              <w:t>+420 702 233</w:t>
            </w:r>
            <w:r w:rsidR="00FD7C21">
              <w:rPr>
                <w:rFonts w:ascii="Verdana" w:hAnsi="Verdana"/>
                <w:szCs w:val="14"/>
                <w:lang w:eastAsia="cs-CZ"/>
              </w:rPr>
              <w:t> </w:t>
            </w:r>
            <w:r w:rsidR="00021816" w:rsidRPr="00CD53A5">
              <w:rPr>
                <w:rFonts w:ascii="Verdana" w:hAnsi="Verdana"/>
                <w:szCs w:val="14"/>
                <w:lang w:eastAsia="cs-CZ"/>
              </w:rPr>
              <w:t>989</w:t>
            </w:r>
            <w:r w:rsidR="00FD7C21">
              <w:rPr>
                <w:rFonts w:ascii="Verdana" w:hAnsi="Verdana"/>
                <w:szCs w:val="14"/>
                <w:lang w:eastAsia="cs-CZ"/>
              </w:rPr>
              <w:t xml:space="preserve">                  </w:t>
            </w:r>
          </w:p>
          <w:p w:rsidR="002030A1" w:rsidRDefault="002030A1" w:rsidP="00765998"/>
        </w:tc>
        <w:tc>
          <w:tcPr>
            <w:tcW w:w="823" w:type="dxa"/>
          </w:tcPr>
          <w:p w:rsidR="002768B1" w:rsidRDefault="002768B1" w:rsidP="009A7568"/>
        </w:tc>
        <w:tc>
          <w:tcPr>
            <w:tcW w:w="3685" w:type="dxa"/>
            <w:vMerge/>
          </w:tcPr>
          <w:p w:rsidR="002768B1" w:rsidRDefault="002768B1" w:rsidP="009A7568"/>
        </w:tc>
      </w:tr>
      <w:tr w:rsidR="002768B1" w:rsidRPr="007B1214" w:rsidTr="00F862D6">
        <w:tc>
          <w:tcPr>
            <w:tcW w:w="1020" w:type="dxa"/>
          </w:tcPr>
          <w:p w:rsidR="002768B1" w:rsidRPr="007B1214" w:rsidRDefault="002768B1" w:rsidP="00AC19FC">
            <w:r w:rsidRPr="007B1214">
              <w:t>E-mail</w:t>
            </w:r>
          </w:p>
        </w:tc>
        <w:tc>
          <w:tcPr>
            <w:tcW w:w="2552" w:type="dxa"/>
          </w:tcPr>
          <w:p w:rsidR="002768B1" w:rsidRPr="007B1214" w:rsidRDefault="007127E1" w:rsidP="00AC19FC">
            <w:hyperlink r:id="rId12" w:history="1">
              <w:r w:rsidR="007B1214" w:rsidRPr="007B1214">
                <w:rPr>
                  <w:rStyle w:val="Hypertextovodkaz"/>
                  <w:color w:val="auto"/>
                  <w:u w:val="none"/>
                </w:rPr>
                <w:t>knizek@spravazeleznic.cz</w:t>
              </w:r>
            </w:hyperlink>
          </w:p>
          <w:p w:rsidR="00021816" w:rsidRPr="001C4B88" w:rsidRDefault="007127E1" w:rsidP="00021816">
            <w:hyperlink r:id="rId13" w:history="1">
              <w:r w:rsidR="00021816" w:rsidRPr="001C4B88">
                <w:rPr>
                  <w:rStyle w:val="Hypertextovodkaz"/>
                  <w:color w:val="auto"/>
                  <w:u w:val="none"/>
                </w:rPr>
                <w:t>krylova@spravazeleznic.cz</w:t>
              </w:r>
            </w:hyperlink>
            <w:r w:rsidR="00021816" w:rsidRPr="001C4B88">
              <w:t xml:space="preserve"> </w:t>
            </w:r>
            <w:r w:rsidR="00FD7C21">
              <w:t xml:space="preserve"> </w:t>
            </w:r>
          </w:p>
          <w:p w:rsidR="002768B1" w:rsidRPr="007B1214" w:rsidRDefault="002768B1" w:rsidP="00AC19FC"/>
        </w:tc>
        <w:tc>
          <w:tcPr>
            <w:tcW w:w="823" w:type="dxa"/>
          </w:tcPr>
          <w:p w:rsidR="002768B1" w:rsidRPr="007B1214" w:rsidRDefault="002768B1" w:rsidP="009A7568"/>
        </w:tc>
        <w:tc>
          <w:tcPr>
            <w:tcW w:w="3685" w:type="dxa"/>
            <w:vMerge/>
          </w:tcPr>
          <w:p w:rsidR="002768B1" w:rsidRPr="007B1214" w:rsidRDefault="002768B1" w:rsidP="009A7568"/>
        </w:tc>
      </w:tr>
      <w:tr w:rsidR="002768B1" w:rsidTr="00F862D6">
        <w:tc>
          <w:tcPr>
            <w:tcW w:w="1020" w:type="dxa"/>
          </w:tcPr>
          <w:p w:rsidR="002768B1" w:rsidRDefault="002768B1" w:rsidP="00AC19FC"/>
        </w:tc>
        <w:tc>
          <w:tcPr>
            <w:tcW w:w="2552" w:type="dxa"/>
          </w:tcPr>
          <w:p w:rsidR="002768B1" w:rsidRDefault="002768B1" w:rsidP="00AC19FC"/>
        </w:tc>
        <w:tc>
          <w:tcPr>
            <w:tcW w:w="823" w:type="dxa"/>
          </w:tcPr>
          <w:p w:rsidR="002768B1" w:rsidRDefault="002768B1" w:rsidP="009A7568"/>
        </w:tc>
        <w:tc>
          <w:tcPr>
            <w:tcW w:w="3685" w:type="dxa"/>
          </w:tcPr>
          <w:p w:rsidR="002768B1" w:rsidRDefault="002768B1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2768B1" w:rsidRDefault="00942995" w:rsidP="009A7568">
            <w:bookmarkStart w:id="1" w:name="Datum"/>
            <w:r>
              <w:t>15</w:t>
            </w:r>
            <w:r w:rsidR="00293B1D">
              <w:t>.</w:t>
            </w:r>
            <w:r w:rsidR="00BB5742">
              <w:t xml:space="preserve"> </w:t>
            </w:r>
            <w:r>
              <w:t>února</w:t>
            </w:r>
            <w:r w:rsidR="00BB5742">
              <w:t xml:space="preserve"> 2021</w:t>
            </w:r>
            <w:r w:rsidR="009A7568">
              <w:t xml:space="preserve"> </w:t>
            </w:r>
            <w:bookmarkEnd w:id="1"/>
            <w:r w:rsidR="00D40696">
              <w:t xml:space="preserve"> </w:t>
            </w:r>
          </w:p>
          <w:p w:rsidR="002768B1" w:rsidRDefault="002768B1" w:rsidP="009A7568"/>
          <w:p w:rsidR="007E1271" w:rsidRDefault="007E1271" w:rsidP="009A7568">
            <w:bookmarkStart w:id="2" w:name="_GoBack"/>
            <w:bookmarkEnd w:id="2"/>
          </w:p>
          <w:p w:rsidR="00BD4453" w:rsidRDefault="00BD4453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987713">
        <w:trPr>
          <w:trHeight w:val="57"/>
        </w:trPr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</w:tbl>
    <w:p w:rsidR="006A0D98" w:rsidRPr="006A0D98" w:rsidRDefault="00314DFA" w:rsidP="006A0D98">
      <w:pPr>
        <w:rPr>
          <w:rFonts w:ascii="Verdana" w:hAnsi="Verdana"/>
          <w:b/>
          <w:bCs/>
          <w:sz w:val="20"/>
          <w:szCs w:val="20"/>
        </w:rPr>
      </w:pPr>
      <w:r w:rsidRPr="006A0D98">
        <w:rPr>
          <w:rFonts w:asciiTheme="majorHAnsi" w:hAnsiTheme="majorHAnsi" w:cs="Arial"/>
          <w:b/>
          <w:sz w:val="20"/>
          <w:szCs w:val="20"/>
        </w:rPr>
        <w:t>Vyjádření k</w:t>
      </w:r>
      <w:r w:rsidR="00B352D9" w:rsidRPr="006A0D98">
        <w:rPr>
          <w:rFonts w:asciiTheme="majorHAnsi" w:hAnsiTheme="majorHAnsi" w:cs="Arial"/>
          <w:b/>
          <w:sz w:val="20"/>
          <w:szCs w:val="20"/>
        </w:rPr>
        <w:t> </w:t>
      </w:r>
      <w:r w:rsidR="00F770A0" w:rsidRPr="006A0D98">
        <w:rPr>
          <w:rFonts w:asciiTheme="majorHAnsi" w:hAnsiTheme="majorHAnsi" w:cs="Arial"/>
          <w:b/>
          <w:sz w:val="20"/>
          <w:szCs w:val="20"/>
        </w:rPr>
        <w:t>d</w:t>
      </w:r>
      <w:r w:rsidR="00906627" w:rsidRPr="006A0D98">
        <w:rPr>
          <w:rFonts w:asciiTheme="majorHAnsi" w:hAnsiTheme="majorHAnsi" w:cs="Arial"/>
          <w:b/>
          <w:sz w:val="20"/>
          <w:szCs w:val="20"/>
        </w:rPr>
        <w:t xml:space="preserve">okumentaci stavby </w:t>
      </w:r>
      <w:r w:rsidR="00B352D9" w:rsidRPr="006A0D98">
        <w:rPr>
          <w:rFonts w:asciiTheme="majorHAnsi" w:hAnsiTheme="majorHAnsi" w:cs="Arial"/>
          <w:b/>
          <w:sz w:val="20"/>
          <w:szCs w:val="20"/>
        </w:rPr>
        <w:t>„</w:t>
      </w:r>
      <w:r w:rsidR="006A0D98" w:rsidRPr="006A0D98">
        <w:rPr>
          <w:rFonts w:ascii="Verdana" w:hAnsi="Verdana"/>
          <w:b/>
          <w:bCs/>
          <w:sz w:val="20"/>
          <w:szCs w:val="20"/>
        </w:rPr>
        <w:t xml:space="preserve">Doplnění závor na přejezdu P1924 </w:t>
      </w:r>
      <w:r w:rsidR="00E15C86">
        <w:rPr>
          <w:rFonts w:ascii="Verdana" w:hAnsi="Verdana"/>
          <w:b/>
          <w:bCs/>
          <w:sz w:val="20"/>
          <w:szCs w:val="20"/>
        </w:rPr>
        <w:t xml:space="preserve">                 </w:t>
      </w:r>
      <w:r w:rsidR="006A0D98" w:rsidRPr="006A0D98">
        <w:rPr>
          <w:rFonts w:ascii="Verdana" w:hAnsi="Verdana"/>
          <w:b/>
          <w:bCs/>
          <w:sz w:val="20"/>
          <w:szCs w:val="20"/>
        </w:rPr>
        <w:t xml:space="preserve">v km 10,272 trati Louny </w:t>
      </w:r>
      <w:r w:rsidR="006A0D98">
        <w:rPr>
          <w:rFonts w:ascii="Verdana" w:hAnsi="Verdana"/>
          <w:b/>
          <w:bCs/>
          <w:sz w:val="20"/>
          <w:szCs w:val="20"/>
        </w:rPr>
        <w:t>–</w:t>
      </w:r>
      <w:r w:rsidR="006A0D98" w:rsidRPr="006A0D98">
        <w:rPr>
          <w:rFonts w:ascii="Verdana" w:hAnsi="Verdana"/>
          <w:b/>
          <w:bCs/>
          <w:sz w:val="20"/>
          <w:szCs w:val="20"/>
        </w:rPr>
        <w:t xml:space="preserve"> Rakovník</w:t>
      </w:r>
      <w:r w:rsidR="006A0D98">
        <w:rPr>
          <w:rFonts w:ascii="Verdana" w:hAnsi="Verdana"/>
          <w:b/>
          <w:bCs/>
          <w:sz w:val="20"/>
          <w:szCs w:val="20"/>
        </w:rPr>
        <w:t>“ - DSP</w:t>
      </w:r>
    </w:p>
    <w:p w:rsidR="008B2C3F" w:rsidRDefault="008B2C3F" w:rsidP="004E057C">
      <w:pPr>
        <w:spacing w:after="0"/>
        <w:rPr>
          <w:bCs/>
        </w:rPr>
      </w:pPr>
    </w:p>
    <w:p w:rsidR="00021816" w:rsidRDefault="00021816" w:rsidP="004E057C">
      <w:pPr>
        <w:spacing w:after="0"/>
        <w:rPr>
          <w:bCs/>
        </w:rPr>
      </w:pPr>
      <w:r>
        <w:rPr>
          <w:bCs/>
        </w:rPr>
        <w:t xml:space="preserve">Odbor 30 prošel předloženou projektovou dokumentaci stavby a má </w:t>
      </w:r>
      <w:r w:rsidR="004E057C">
        <w:rPr>
          <w:bCs/>
        </w:rPr>
        <w:t>k</w:t>
      </w:r>
      <w:r w:rsidR="000E1307">
        <w:rPr>
          <w:bCs/>
        </w:rPr>
        <w:t xml:space="preserve"> dokumentaci </w:t>
      </w:r>
      <w:r>
        <w:rPr>
          <w:bCs/>
        </w:rPr>
        <w:t>připomínky</w:t>
      </w:r>
      <w:r w:rsidR="00BD4453">
        <w:rPr>
          <w:bCs/>
        </w:rPr>
        <w:t>:</w:t>
      </w:r>
    </w:p>
    <w:p w:rsidR="00803441" w:rsidRDefault="00803441" w:rsidP="004E057C">
      <w:pPr>
        <w:spacing w:after="0"/>
        <w:rPr>
          <w:bCs/>
        </w:rPr>
      </w:pPr>
    </w:p>
    <w:p w:rsidR="004E057C" w:rsidRDefault="004E057C" w:rsidP="004E057C">
      <w:pPr>
        <w:spacing w:after="0"/>
        <w:rPr>
          <w:bCs/>
        </w:rPr>
      </w:pPr>
    </w:p>
    <w:p w:rsidR="000E1307" w:rsidRDefault="000E1307" w:rsidP="000E1307">
      <w:pPr>
        <w:pStyle w:val="Odstavecseseznamem"/>
        <w:numPr>
          <w:ilvl w:val="0"/>
          <w:numId w:val="2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Verdana" w:hAnsi="Verdana" w:cs="Arial"/>
        </w:rPr>
      </w:pPr>
      <w:r w:rsidRPr="006F78AB">
        <w:rPr>
          <w:rFonts w:ascii="Verdana" w:hAnsi="Verdana" w:cs="Arial"/>
          <w:b/>
        </w:rPr>
        <w:t xml:space="preserve">Požární </w:t>
      </w:r>
      <w:r w:rsidR="008056BB">
        <w:rPr>
          <w:rFonts w:ascii="Verdana" w:hAnsi="Verdana" w:cs="Arial"/>
          <w:b/>
        </w:rPr>
        <w:t>bezpečnost</w:t>
      </w:r>
      <w:r w:rsidRPr="006F78AB">
        <w:rPr>
          <w:rFonts w:ascii="Verdana" w:hAnsi="Verdana" w:cs="Arial"/>
        </w:rPr>
        <w:t xml:space="preserve"> (Knížek)</w:t>
      </w:r>
    </w:p>
    <w:p w:rsidR="00310F9E" w:rsidRPr="00310F9E" w:rsidRDefault="00310F9E" w:rsidP="000E3E95">
      <w:pPr>
        <w:tabs>
          <w:tab w:val="left" w:pos="284"/>
        </w:tabs>
        <w:spacing w:after="0" w:line="276" w:lineRule="auto"/>
        <w:ind w:left="284"/>
        <w:rPr>
          <w:rFonts w:ascii="Verdana" w:hAnsi="Verdana" w:cs="Arial"/>
          <w:i/>
          <w:u w:val="single"/>
        </w:rPr>
      </w:pPr>
      <w:r w:rsidRPr="00310F9E">
        <w:rPr>
          <w:rFonts w:ascii="Verdana" w:hAnsi="Verdana" w:cs="Arial"/>
          <w:i/>
          <w:u w:val="single"/>
        </w:rPr>
        <w:t>Ostatní připomínky</w:t>
      </w:r>
    </w:p>
    <w:p w:rsidR="00310F9E" w:rsidRPr="00310F9E" w:rsidRDefault="00310F9E" w:rsidP="000E3E95">
      <w:pPr>
        <w:tabs>
          <w:tab w:val="left" w:pos="284"/>
        </w:tabs>
        <w:spacing w:after="0" w:line="276" w:lineRule="auto"/>
        <w:ind w:left="284"/>
        <w:rPr>
          <w:rFonts w:ascii="Verdana" w:hAnsi="Verdana" w:cs="Arial"/>
          <w:sz w:val="8"/>
          <w:szCs w:val="8"/>
        </w:rPr>
      </w:pPr>
    </w:p>
    <w:p w:rsidR="00310F9E" w:rsidRPr="00310F9E" w:rsidRDefault="000E3E95" w:rsidP="000E3E95">
      <w:pPr>
        <w:tabs>
          <w:tab w:val="left" w:pos="284"/>
        </w:tabs>
        <w:spacing w:after="0" w:line="276" w:lineRule="auto"/>
        <w:ind w:left="284"/>
        <w:rPr>
          <w:rFonts w:ascii="Verdana" w:hAnsi="Verdana" w:cs="Arial"/>
        </w:rPr>
      </w:pPr>
      <w:r w:rsidRPr="00310F9E">
        <w:rPr>
          <w:rFonts w:ascii="Verdana" w:hAnsi="Verdana" w:cs="Arial"/>
        </w:rPr>
        <w:t>V d</w:t>
      </w:r>
      <w:r w:rsidR="00A717AA" w:rsidRPr="00310F9E">
        <w:rPr>
          <w:rFonts w:ascii="Verdana" w:hAnsi="Verdana" w:cs="Arial"/>
        </w:rPr>
        <w:t>okumentac</w:t>
      </w:r>
      <w:r w:rsidR="00C30351" w:rsidRPr="00310F9E">
        <w:rPr>
          <w:rFonts w:ascii="Verdana" w:hAnsi="Verdana" w:cs="Arial"/>
        </w:rPr>
        <w:t>i</w:t>
      </w:r>
      <w:r w:rsidR="00A717AA" w:rsidRPr="00310F9E">
        <w:rPr>
          <w:rFonts w:ascii="Verdana" w:hAnsi="Verdana" w:cs="Arial"/>
        </w:rPr>
        <w:t xml:space="preserve"> </w:t>
      </w:r>
      <w:r w:rsidR="000E4E96" w:rsidRPr="00310F9E">
        <w:rPr>
          <w:rFonts w:ascii="Verdana" w:hAnsi="Verdana" w:cs="Arial"/>
        </w:rPr>
        <w:t>část B</w:t>
      </w:r>
      <w:r w:rsidR="00345333" w:rsidRPr="00310F9E">
        <w:rPr>
          <w:rFonts w:ascii="Verdana" w:hAnsi="Verdana" w:cs="Arial"/>
        </w:rPr>
        <w:t>, STZ</w:t>
      </w:r>
      <w:r w:rsidR="008A30CB">
        <w:rPr>
          <w:rFonts w:ascii="Verdana" w:hAnsi="Verdana" w:cs="Arial"/>
        </w:rPr>
        <w:t>,</w:t>
      </w:r>
      <w:r w:rsidR="00345333" w:rsidRPr="00310F9E">
        <w:rPr>
          <w:rFonts w:ascii="Verdana" w:hAnsi="Verdana" w:cs="Arial"/>
        </w:rPr>
        <w:t xml:space="preserve"> </w:t>
      </w:r>
      <w:proofErr w:type="gramStart"/>
      <w:r w:rsidR="00345333" w:rsidRPr="00310F9E">
        <w:rPr>
          <w:rFonts w:ascii="Verdana" w:hAnsi="Verdana" w:cs="Arial"/>
          <w:b/>
        </w:rPr>
        <w:t>čl. B</w:t>
      </w:r>
      <w:r w:rsidR="000E4E96" w:rsidRPr="00310F9E">
        <w:rPr>
          <w:rFonts w:ascii="Verdana" w:hAnsi="Verdana" w:cs="Arial"/>
          <w:b/>
        </w:rPr>
        <w:t>.2.8</w:t>
      </w:r>
      <w:proofErr w:type="gramEnd"/>
      <w:r w:rsidR="000E4E96" w:rsidRPr="00310F9E">
        <w:rPr>
          <w:rFonts w:ascii="Verdana" w:hAnsi="Verdana" w:cs="Arial"/>
          <w:b/>
        </w:rPr>
        <w:t>.</w:t>
      </w:r>
      <w:r w:rsidR="00345333" w:rsidRPr="00310F9E">
        <w:rPr>
          <w:rFonts w:ascii="Verdana" w:hAnsi="Verdana" w:cs="Arial"/>
          <w:b/>
        </w:rPr>
        <w:t xml:space="preserve"> Zásady požárn</w:t>
      </w:r>
      <w:r w:rsidR="00310F9E" w:rsidRPr="00310F9E">
        <w:rPr>
          <w:rFonts w:ascii="Verdana" w:hAnsi="Verdana" w:cs="Arial"/>
          <w:b/>
        </w:rPr>
        <w:t>ě bezpečnostního řešení stavby</w:t>
      </w:r>
      <w:r w:rsidR="00345333" w:rsidRPr="00310F9E">
        <w:rPr>
          <w:rFonts w:ascii="Verdana" w:hAnsi="Verdana" w:cs="Arial"/>
        </w:rPr>
        <w:t xml:space="preserve"> </w:t>
      </w:r>
      <w:r w:rsidR="000E4E96" w:rsidRPr="00310F9E">
        <w:rPr>
          <w:rFonts w:ascii="Verdana" w:hAnsi="Verdana" w:cs="Arial"/>
        </w:rPr>
        <w:t>j</w:t>
      </w:r>
      <w:r w:rsidR="00310F9E" w:rsidRPr="00310F9E">
        <w:rPr>
          <w:rFonts w:ascii="Verdana" w:hAnsi="Verdana" w:cs="Arial"/>
        </w:rPr>
        <w:t>sou uvedeny neplatné dokumenty – předpis Ob 14 a směrnice č. 56, které jsou nahrazeny dokumentem novým</w:t>
      </w:r>
      <w:r w:rsidR="00831C89">
        <w:rPr>
          <w:rFonts w:ascii="Verdana" w:hAnsi="Verdana" w:cs="Arial"/>
        </w:rPr>
        <w:t xml:space="preserve"> </w:t>
      </w:r>
      <w:r w:rsidR="00310F9E" w:rsidRPr="00310F9E">
        <w:rPr>
          <w:rFonts w:ascii="Verdana" w:eastAsia="Verdana" w:hAnsi="Verdana" w:cs="Verdana"/>
          <w:b/>
          <w:bCs/>
          <w:i/>
          <w:color w:val="000000"/>
          <w:shd w:val="clear" w:color="auto" w:fill="FFFFFF"/>
          <w:lang w:eastAsia="cs-CZ" w:bidi="cs-CZ"/>
        </w:rPr>
        <w:t>„SŽ R14 Řád zabezpečení požární ochrany státní organizace Správa železnic</w:t>
      </w:r>
      <w:r w:rsidR="00310F9E" w:rsidRPr="005649BF">
        <w:rPr>
          <w:rFonts w:ascii="Verdana" w:eastAsia="Verdana" w:hAnsi="Verdana" w:cs="Verdana"/>
          <w:b/>
          <w:bCs/>
          <w:i/>
          <w:color w:val="000000"/>
          <w:shd w:val="clear" w:color="auto" w:fill="FFFFFF"/>
          <w:lang w:eastAsia="cs-CZ" w:bidi="cs-CZ"/>
        </w:rPr>
        <w:t>“</w:t>
      </w:r>
      <w:r w:rsidR="005649BF" w:rsidRPr="005649BF">
        <w:rPr>
          <w:rFonts w:ascii="Verdana" w:eastAsia="Verdana" w:hAnsi="Verdana" w:cs="Verdana"/>
          <w:bCs/>
          <w:i/>
          <w:color w:val="000000"/>
          <w:shd w:val="clear" w:color="auto" w:fill="FFFFFF"/>
          <w:lang w:eastAsia="cs-CZ" w:bidi="cs-CZ"/>
        </w:rPr>
        <w:t xml:space="preserve">. </w:t>
      </w:r>
      <w:r w:rsidR="005649BF" w:rsidRPr="008A30CB">
        <w:rPr>
          <w:rFonts w:ascii="Verdana" w:eastAsia="Verdana" w:hAnsi="Verdana" w:cs="Verdana"/>
          <w:bCs/>
          <w:color w:val="000000"/>
          <w:shd w:val="clear" w:color="auto" w:fill="FFFFFF"/>
          <w:lang w:eastAsia="cs-CZ" w:bidi="cs-CZ"/>
        </w:rPr>
        <w:t>P</w:t>
      </w:r>
      <w:r w:rsidR="00310F9E" w:rsidRPr="008A30CB">
        <w:rPr>
          <w:rFonts w:ascii="Verdana" w:eastAsia="Verdana" w:hAnsi="Verdana" w:cs="Verdana"/>
          <w:bCs/>
          <w:color w:val="000000"/>
          <w:shd w:val="clear" w:color="auto" w:fill="FFFFFF"/>
          <w:lang w:eastAsia="cs-CZ" w:bidi="cs-CZ"/>
        </w:rPr>
        <w:t xml:space="preserve">ožadujeme opravu </w:t>
      </w:r>
      <w:r w:rsidR="005649BF" w:rsidRPr="008A30CB">
        <w:rPr>
          <w:rFonts w:ascii="Verdana" w:eastAsia="Verdana" w:hAnsi="Verdana" w:cs="Verdana"/>
          <w:bCs/>
          <w:color w:val="000000"/>
          <w:shd w:val="clear" w:color="auto" w:fill="FFFFFF"/>
          <w:lang w:eastAsia="cs-CZ" w:bidi="cs-CZ"/>
        </w:rPr>
        <w:t>STZ</w:t>
      </w:r>
      <w:r w:rsidR="00310F9E" w:rsidRPr="008A30CB">
        <w:rPr>
          <w:rFonts w:ascii="Verdana" w:eastAsia="Verdana" w:hAnsi="Verdana" w:cs="Verdana"/>
          <w:bCs/>
          <w:color w:val="000000"/>
          <w:shd w:val="clear" w:color="auto" w:fill="FFFFFF"/>
          <w:lang w:eastAsia="cs-CZ" w:bidi="cs-CZ"/>
        </w:rPr>
        <w:t>.</w:t>
      </w:r>
      <w:r w:rsidR="00310F9E" w:rsidRPr="00310F9E">
        <w:rPr>
          <w:rFonts w:ascii="Verdana" w:eastAsia="Verdana" w:hAnsi="Verdana" w:cs="Verdana"/>
          <w:bCs/>
          <w:i/>
          <w:color w:val="000000"/>
          <w:shd w:val="clear" w:color="auto" w:fill="FFFFFF"/>
          <w:lang w:eastAsia="cs-CZ" w:bidi="cs-CZ"/>
        </w:rPr>
        <w:t xml:space="preserve">  </w:t>
      </w:r>
      <w:r w:rsidR="00310F9E" w:rsidRPr="00310F9E">
        <w:rPr>
          <w:rFonts w:ascii="Verdana" w:hAnsi="Verdana" w:cs="Arial"/>
        </w:rPr>
        <w:t xml:space="preserve"> </w:t>
      </w:r>
    </w:p>
    <w:p w:rsidR="00310F9E" w:rsidRDefault="00310F9E" w:rsidP="000E3E95">
      <w:pPr>
        <w:tabs>
          <w:tab w:val="left" w:pos="284"/>
        </w:tabs>
        <w:spacing w:after="0" w:line="276" w:lineRule="auto"/>
        <w:ind w:left="284"/>
        <w:rPr>
          <w:rFonts w:ascii="Verdana" w:hAnsi="Verdana" w:cs="Arial"/>
          <w:highlight w:val="cyan"/>
        </w:rPr>
      </w:pPr>
    </w:p>
    <w:p w:rsidR="00156A32" w:rsidRPr="00477F01" w:rsidRDefault="00156A32" w:rsidP="000E3E95">
      <w:pPr>
        <w:tabs>
          <w:tab w:val="left" w:pos="284"/>
        </w:tabs>
        <w:spacing w:after="0" w:line="276" w:lineRule="auto"/>
        <w:ind w:left="284"/>
        <w:rPr>
          <w:rFonts w:ascii="Verdana" w:hAnsi="Verdana" w:cs="Arial"/>
          <w:sz w:val="12"/>
          <w:szCs w:val="12"/>
          <w:highlight w:val="cyan"/>
        </w:rPr>
      </w:pPr>
    </w:p>
    <w:p w:rsidR="00201A61" w:rsidRPr="00CF4D1E" w:rsidRDefault="000E1307" w:rsidP="00482B1F">
      <w:pPr>
        <w:pStyle w:val="Odstavecseseznamem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Verdana" w:hAnsi="Verdana"/>
        </w:rPr>
      </w:pPr>
      <w:r w:rsidRPr="006F78AB">
        <w:rPr>
          <w:b/>
        </w:rPr>
        <w:t xml:space="preserve">Objektová bezpečnost </w:t>
      </w:r>
      <w:r w:rsidRPr="006F78AB">
        <w:t>(Ing. Krylová</w:t>
      </w:r>
      <w:r w:rsidR="00482B1F">
        <w:t>)</w:t>
      </w:r>
    </w:p>
    <w:p w:rsidR="00CF4D1E" w:rsidRPr="0053269F" w:rsidRDefault="00CF4D1E" w:rsidP="00CF4D1E">
      <w:pPr>
        <w:spacing w:after="0" w:line="240" w:lineRule="auto"/>
        <w:jc w:val="both"/>
        <w:rPr>
          <w:rFonts w:ascii="Verdana" w:hAnsi="Verdana"/>
          <w:sz w:val="8"/>
          <w:szCs w:val="8"/>
        </w:rPr>
      </w:pPr>
    </w:p>
    <w:p w:rsidR="0053269F" w:rsidRDefault="0053269F" w:rsidP="0053269F">
      <w:pPr>
        <w:spacing w:after="0" w:line="240" w:lineRule="auto"/>
        <w:ind w:firstLine="284"/>
        <w:jc w:val="both"/>
        <w:rPr>
          <w:rFonts w:ascii="Verdana" w:hAnsi="Verdana"/>
        </w:rPr>
      </w:pPr>
      <w:r w:rsidRPr="00BD4453">
        <w:rPr>
          <w:rFonts w:ascii="Verdana" w:hAnsi="Verdana"/>
        </w:rPr>
        <w:t>Bez připomínek</w:t>
      </w:r>
      <w:r w:rsidR="00BD4453">
        <w:rPr>
          <w:rFonts w:ascii="Verdana" w:hAnsi="Verdana"/>
        </w:rPr>
        <w:t>.</w:t>
      </w:r>
    </w:p>
    <w:p w:rsidR="009F7BC7" w:rsidRDefault="009F7BC7" w:rsidP="00482B1F">
      <w:pPr>
        <w:spacing w:after="0" w:line="240" w:lineRule="auto"/>
        <w:jc w:val="both"/>
        <w:rPr>
          <w:rFonts w:ascii="Verdana" w:hAnsi="Verdana"/>
        </w:rPr>
      </w:pPr>
    </w:p>
    <w:p w:rsidR="008027D2" w:rsidRPr="008027D2" w:rsidRDefault="008027D2" w:rsidP="008027D2">
      <w:pPr>
        <w:spacing w:after="0" w:line="240" w:lineRule="auto"/>
        <w:rPr>
          <w:rFonts w:ascii="Verdana" w:hAnsi="Verdana"/>
          <w:sz w:val="8"/>
          <w:szCs w:val="8"/>
        </w:rPr>
      </w:pPr>
    </w:p>
    <w:p w:rsidR="008027D2" w:rsidRPr="009F7BC7" w:rsidRDefault="008027D2" w:rsidP="00B45E9E">
      <w:pPr>
        <w:pStyle w:val="Bezmezer"/>
        <w:rPr>
          <w:sz w:val="12"/>
          <w:szCs w:val="12"/>
        </w:rPr>
      </w:pPr>
    </w:p>
    <w:p w:rsidR="00B12709" w:rsidRPr="002B248E" w:rsidRDefault="00B12709" w:rsidP="00B45E9E">
      <w:pPr>
        <w:pStyle w:val="Bezmezer"/>
        <w:rPr>
          <w:strike/>
        </w:rPr>
      </w:pPr>
    </w:p>
    <w:p w:rsidR="002C7445" w:rsidRDefault="002C7445" w:rsidP="00B45E9E">
      <w:pPr>
        <w:pStyle w:val="Bezmezer"/>
      </w:pPr>
    </w:p>
    <w:p w:rsidR="00955162" w:rsidRDefault="00955162" w:rsidP="00B45E9E">
      <w:pPr>
        <w:pStyle w:val="Bezmezer"/>
      </w:pPr>
    </w:p>
    <w:p w:rsidR="0061695E" w:rsidRDefault="0061695E" w:rsidP="00B45E9E">
      <w:pPr>
        <w:pStyle w:val="Bezmezer"/>
      </w:pPr>
    </w:p>
    <w:p w:rsidR="0061695E" w:rsidRDefault="0061695E" w:rsidP="00B45E9E">
      <w:pPr>
        <w:pStyle w:val="Bezmezer"/>
      </w:pPr>
    </w:p>
    <w:p w:rsidR="00482B1F" w:rsidRDefault="00482B1F" w:rsidP="00B45E9E">
      <w:pPr>
        <w:pStyle w:val="Bezmezer"/>
      </w:pPr>
    </w:p>
    <w:p w:rsidR="008B214B" w:rsidRDefault="00141954" w:rsidP="00141954">
      <w:pPr>
        <w:spacing w:after="0"/>
        <w:rPr>
          <w:rFonts w:ascii="Verdana" w:hAnsi="Verdana" w:cs="Arial"/>
        </w:rPr>
      </w:pPr>
      <w:r w:rsidRPr="005D23EF">
        <w:rPr>
          <w:rFonts w:ascii="Verdana" w:hAnsi="Verdana" w:cs="Arial"/>
        </w:rPr>
        <w:t>Ing. Mgr. Vladimír Abraham</w:t>
      </w:r>
      <w:r w:rsidR="000F3604">
        <w:rPr>
          <w:rFonts w:ascii="Verdana" w:hAnsi="Verdana" w:cs="Arial"/>
        </w:rPr>
        <w:t>, MBA</w:t>
      </w:r>
      <w:r w:rsidR="002045BD">
        <w:rPr>
          <w:rFonts w:ascii="Verdana" w:hAnsi="Verdana" w:cs="Arial"/>
        </w:rPr>
        <w:t xml:space="preserve">  </w:t>
      </w:r>
      <w:proofErr w:type="gramStart"/>
      <w:r w:rsidR="00B13579">
        <w:rPr>
          <w:rFonts w:ascii="Verdana" w:hAnsi="Verdana" w:cs="Arial"/>
        </w:rPr>
        <w:t>v.r.</w:t>
      </w:r>
      <w:proofErr w:type="gramEnd"/>
    </w:p>
    <w:p w:rsidR="002768B1" w:rsidRDefault="00141954" w:rsidP="00141954">
      <w:pPr>
        <w:spacing w:after="0"/>
        <w:rPr>
          <w:rFonts w:ascii="Verdana" w:hAnsi="Verdana" w:cs="Arial"/>
        </w:rPr>
      </w:pPr>
      <w:r w:rsidRPr="005D23EF">
        <w:rPr>
          <w:rFonts w:ascii="Verdana" w:hAnsi="Verdana" w:cs="Arial"/>
        </w:rPr>
        <w:t xml:space="preserve">ředitel odboru bezpečnosti a krizového řízení    </w:t>
      </w:r>
    </w:p>
    <w:p w:rsidR="002C2B4F" w:rsidRDefault="002C2B4F" w:rsidP="00141954">
      <w:pPr>
        <w:spacing w:after="0"/>
        <w:rPr>
          <w:rFonts w:ascii="Verdana" w:hAnsi="Verdana" w:cs="Arial"/>
        </w:rPr>
      </w:pPr>
    </w:p>
    <w:p w:rsidR="002C2B4F" w:rsidRDefault="002C2B4F" w:rsidP="00141954">
      <w:pPr>
        <w:spacing w:after="0"/>
      </w:pPr>
      <w:r>
        <w:rPr>
          <w:rFonts w:ascii="Verdana" w:hAnsi="Verdana" w:cs="Arial"/>
        </w:rPr>
        <w:t>za správnost: Knížek</w:t>
      </w:r>
    </w:p>
    <w:sectPr w:rsidR="002C2B4F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7E1" w:rsidRDefault="007127E1" w:rsidP="00962258">
      <w:pPr>
        <w:spacing w:after="0" w:line="240" w:lineRule="auto"/>
      </w:pPr>
      <w:r>
        <w:separator/>
      </w:r>
    </w:p>
  </w:endnote>
  <w:endnote w:type="continuationSeparator" w:id="0">
    <w:p w:rsidR="007127E1" w:rsidRDefault="007127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3E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62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62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62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7B1214">
          <w:pPr>
            <w:pStyle w:val="Zpat"/>
          </w:pPr>
          <w:r>
            <w:t>www.s</w:t>
          </w:r>
          <w:r w:rsidR="007B1214">
            <w:t>pravazeleznic</w:t>
          </w:r>
          <w:r>
            <w:t>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7E1" w:rsidRDefault="007127E1" w:rsidP="00962258">
      <w:pPr>
        <w:spacing w:after="0" w:line="240" w:lineRule="auto"/>
      </w:pPr>
      <w:r>
        <w:separator/>
      </w:r>
    </w:p>
  </w:footnote>
  <w:footnote w:type="continuationSeparator" w:id="0">
    <w:p w:rsidR="007127E1" w:rsidRDefault="007127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5A770A3" wp14:editId="2398D37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38F54EB1" wp14:editId="35D89EF3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5256ACBD" wp14:editId="622DAE0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6CE"/>
    <w:multiLevelType w:val="hybridMultilevel"/>
    <w:tmpl w:val="9D3C87E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D411FC"/>
    <w:multiLevelType w:val="hybridMultilevel"/>
    <w:tmpl w:val="2E3CFA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56FCC"/>
    <w:multiLevelType w:val="hybridMultilevel"/>
    <w:tmpl w:val="69B0E522"/>
    <w:lvl w:ilvl="0" w:tplc="CF64BDC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ECE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46EF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42F5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0BF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EE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260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4EEA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E431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AB0509"/>
    <w:multiLevelType w:val="hybridMultilevel"/>
    <w:tmpl w:val="9CD893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D4524"/>
    <w:multiLevelType w:val="hybridMultilevel"/>
    <w:tmpl w:val="310ABF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453E3"/>
    <w:multiLevelType w:val="hybridMultilevel"/>
    <w:tmpl w:val="4B94025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26E3EF6"/>
    <w:multiLevelType w:val="hybridMultilevel"/>
    <w:tmpl w:val="6AFA72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72F53"/>
    <w:multiLevelType w:val="hybridMultilevel"/>
    <w:tmpl w:val="5CB4B9C6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A363031"/>
    <w:multiLevelType w:val="hybridMultilevel"/>
    <w:tmpl w:val="770CA45E"/>
    <w:lvl w:ilvl="0" w:tplc="B7AA84EA">
      <w:start w:val="2"/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>
    <w:nsid w:val="1F357899"/>
    <w:multiLevelType w:val="hybridMultilevel"/>
    <w:tmpl w:val="776015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24BCF"/>
    <w:multiLevelType w:val="hybridMultilevel"/>
    <w:tmpl w:val="E214DA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76403"/>
    <w:multiLevelType w:val="multilevel"/>
    <w:tmpl w:val="0D34D660"/>
    <w:numStyleLink w:val="ListBulletmultilevel"/>
  </w:abstractNum>
  <w:abstractNum w:abstractNumId="14">
    <w:nsid w:val="314E417F"/>
    <w:multiLevelType w:val="hybridMultilevel"/>
    <w:tmpl w:val="F9327DB2"/>
    <w:lvl w:ilvl="0" w:tplc="D75445E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ED1552"/>
    <w:multiLevelType w:val="hybridMultilevel"/>
    <w:tmpl w:val="520E4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17137"/>
    <w:multiLevelType w:val="hybridMultilevel"/>
    <w:tmpl w:val="5556254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D179B2"/>
    <w:multiLevelType w:val="hybridMultilevel"/>
    <w:tmpl w:val="8B48D76A"/>
    <w:lvl w:ilvl="0" w:tplc="633C72CC">
      <w:start w:val="1"/>
      <w:numFmt w:val="lowerLetter"/>
      <w:lvlText w:val="%1)"/>
      <w:lvlJc w:val="left"/>
      <w:pPr>
        <w:ind w:left="1069" w:hanging="360"/>
      </w:pPr>
      <w:rPr>
        <w:rFonts w:ascii="Calibri" w:hAnsi="Calibri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BA5625"/>
    <w:multiLevelType w:val="hybridMultilevel"/>
    <w:tmpl w:val="F98ACE0C"/>
    <w:lvl w:ilvl="0" w:tplc="45AC300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244CD"/>
    <w:multiLevelType w:val="hybridMultilevel"/>
    <w:tmpl w:val="434411E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AC1456F"/>
    <w:multiLevelType w:val="hybridMultilevel"/>
    <w:tmpl w:val="E5987E2E"/>
    <w:lvl w:ilvl="0" w:tplc="92A421C4">
      <w:start w:val="18"/>
      <w:numFmt w:val="bullet"/>
      <w:lvlText w:val="-"/>
      <w:lvlJc w:val="left"/>
      <w:pPr>
        <w:ind w:left="644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317158A"/>
    <w:multiLevelType w:val="hybridMultilevel"/>
    <w:tmpl w:val="DE84FB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085FDD"/>
    <w:multiLevelType w:val="hybridMultilevel"/>
    <w:tmpl w:val="71927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A0F0D"/>
    <w:multiLevelType w:val="hybridMultilevel"/>
    <w:tmpl w:val="3302599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3343B87"/>
    <w:multiLevelType w:val="hybridMultilevel"/>
    <w:tmpl w:val="C17C6AD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8D77A7E"/>
    <w:multiLevelType w:val="hybridMultilevel"/>
    <w:tmpl w:val="DA1C1020"/>
    <w:lvl w:ilvl="0" w:tplc="419E990C">
      <w:start w:val="18"/>
      <w:numFmt w:val="bullet"/>
      <w:lvlText w:val="-"/>
      <w:lvlJc w:val="left"/>
      <w:pPr>
        <w:ind w:left="644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ADD25FE"/>
    <w:multiLevelType w:val="hybridMultilevel"/>
    <w:tmpl w:val="53B26C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E67E92"/>
    <w:multiLevelType w:val="hybridMultilevel"/>
    <w:tmpl w:val="7E0AA9EC"/>
    <w:lvl w:ilvl="0" w:tplc="3EA6F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7005AA"/>
    <w:multiLevelType w:val="hybridMultilevel"/>
    <w:tmpl w:val="EB801BEE"/>
    <w:lvl w:ilvl="0" w:tplc="E960B3B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566E2A"/>
    <w:multiLevelType w:val="multilevel"/>
    <w:tmpl w:val="C05658D2"/>
    <w:lvl w:ilvl="0">
      <w:start w:val="1"/>
      <w:numFmt w:val="decimal"/>
      <w:pStyle w:val="SDCodrka1"/>
      <w:lvlText w:val="%1)"/>
      <w:lvlJc w:val="left"/>
      <w:pPr>
        <w:ind w:left="360" w:hanging="360"/>
      </w:pPr>
    </w:lvl>
    <w:lvl w:ilvl="1">
      <w:start w:val="1"/>
      <w:numFmt w:val="lowerLetter"/>
      <w:pStyle w:val="SDCodrka2"/>
      <w:lvlText w:val="%2)"/>
      <w:lvlJc w:val="left"/>
      <w:pPr>
        <w:ind w:left="928" w:hanging="360"/>
      </w:pPr>
    </w:lvl>
    <w:lvl w:ilvl="2">
      <w:start w:val="1"/>
      <w:numFmt w:val="lowerRoman"/>
      <w:pStyle w:val="SDCodrka3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5EA47172"/>
    <w:multiLevelType w:val="hybridMultilevel"/>
    <w:tmpl w:val="9808D9CC"/>
    <w:lvl w:ilvl="0" w:tplc="A9FCA284">
      <w:start w:val="1"/>
      <w:numFmt w:val="decimal"/>
      <w:lvlText w:val="%1)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FA57B1D"/>
    <w:multiLevelType w:val="hybridMultilevel"/>
    <w:tmpl w:val="8B0E319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1CD4FFF"/>
    <w:multiLevelType w:val="hybridMultilevel"/>
    <w:tmpl w:val="AAC4CB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77D75"/>
    <w:multiLevelType w:val="hybridMultilevel"/>
    <w:tmpl w:val="5CBE7EC0"/>
    <w:lvl w:ilvl="0" w:tplc="30A81888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156B2"/>
    <w:multiLevelType w:val="hybridMultilevel"/>
    <w:tmpl w:val="495A9240"/>
    <w:lvl w:ilvl="0" w:tplc="3E16232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4CAD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BA13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6A0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BCC1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04BD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B2C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E65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A6E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FC69F2"/>
    <w:multiLevelType w:val="hybridMultilevel"/>
    <w:tmpl w:val="065AFD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9757464"/>
    <w:multiLevelType w:val="hybridMultilevel"/>
    <w:tmpl w:val="C7CA4E58"/>
    <w:lvl w:ilvl="0" w:tplc="2312D47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A93ECB"/>
    <w:multiLevelType w:val="hybridMultilevel"/>
    <w:tmpl w:val="5910429E"/>
    <w:lvl w:ilvl="0" w:tplc="D75445EC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672098"/>
    <w:multiLevelType w:val="hybridMultilevel"/>
    <w:tmpl w:val="57F24D46"/>
    <w:lvl w:ilvl="0" w:tplc="DC30B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72C3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F6F8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5A5E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C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7269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E26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6CD6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587A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1652FB"/>
    <w:multiLevelType w:val="hybridMultilevel"/>
    <w:tmpl w:val="4196855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4070991"/>
    <w:multiLevelType w:val="multilevel"/>
    <w:tmpl w:val="CABE99FC"/>
    <w:numStyleLink w:val="ListNumbermultilevel"/>
  </w:abstractNum>
  <w:abstractNum w:abstractNumId="41">
    <w:nsid w:val="74373896"/>
    <w:multiLevelType w:val="hybridMultilevel"/>
    <w:tmpl w:val="0854D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6B7BB4"/>
    <w:multiLevelType w:val="hybridMultilevel"/>
    <w:tmpl w:val="EFD0AF1C"/>
    <w:lvl w:ilvl="0" w:tplc="322046DC">
      <w:start w:val="12"/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79870DF0"/>
    <w:multiLevelType w:val="hybridMultilevel"/>
    <w:tmpl w:val="65420992"/>
    <w:lvl w:ilvl="0" w:tplc="96025EB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625B5F"/>
    <w:multiLevelType w:val="hybridMultilevel"/>
    <w:tmpl w:val="AB36B442"/>
    <w:lvl w:ilvl="0" w:tplc="17D24894">
      <w:start w:val="11"/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40"/>
  </w:num>
  <w:num w:numId="5">
    <w:abstractNumId w:val="7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8"/>
  </w:num>
  <w:num w:numId="13">
    <w:abstractNumId w:val="33"/>
  </w:num>
  <w:num w:numId="14">
    <w:abstractNumId w:val="23"/>
  </w:num>
  <w:num w:numId="15">
    <w:abstractNumId w:val="26"/>
  </w:num>
  <w:num w:numId="16">
    <w:abstractNumId w:val="21"/>
  </w:num>
  <w:num w:numId="17">
    <w:abstractNumId w:val="22"/>
  </w:num>
  <w:num w:numId="18">
    <w:abstractNumId w:val="28"/>
  </w:num>
  <w:num w:numId="19">
    <w:abstractNumId w:val="15"/>
  </w:num>
  <w:num w:numId="20">
    <w:abstractNumId w:val="12"/>
  </w:num>
  <w:num w:numId="21">
    <w:abstractNumId w:val="20"/>
  </w:num>
  <w:num w:numId="22">
    <w:abstractNumId w:val="4"/>
  </w:num>
  <w:num w:numId="23">
    <w:abstractNumId w:val="25"/>
  </w:num>
  <w:num w:numId="24">
    <w:abstractNumId w:val="11"/>
  </w:num>
  <w:num w:numId="25">
    <w:abstractNumId w:val="16"/>
  </w:num>
  <w:num w:numId="26">
    <w:abstractNumId w:val="27"/>
  </w:num>
  <w:num w:numId="27">
    <w:abstractNumId w:val="6"/>
  </w:num>
  <w:num w:numId="28">
    <w:abstractNumId w:val="0"/>
  </w:num>
  <w:num w:numId="29">
    <w:abstractNumId w:val="17"/>
  </w:num>
  <w:num w:numId="30">
    <w:abstractNumId w:val="24"/>
  </w:num>
  <w:num w:numId="31">
    <w:abstractNumId w:val="32"/>
  </w:num>
  <w:num w:numId="32">
    <w:abstractNumId w:val="36"/>
  </w:num>
  <w:num w:numId="33">
    <w:abstractNumId w:val="35"/>
  </w:num>
  <w:num w:numId="34">
    <w:abstractNumId w:val="41"/>
  </w:num>
  <w:num w:numId="35">
    <w:abstractNumId w:val="14"/>
  </w:num>
  <w:num w:numId="36">
    <w:abstractNumId w:val="37"/>
  </w:num>
  <w:num w:numId="37">
    <w:abstractNumId w:val="19"/>
  </w:num>
  <w:num w:numId="38">
    <w:abstractNumId w:val="31"/>
  </w:num>
  <w:num w:numId="39">
    <w:abstractNumId w:val="44"/>
  </w:num>
  <w:num w:numId="40">
    <w:abstractNumId w:val="2"/>
  </w:num>
  <w:num w:numId="41">
    <w:abstractNumId w:val="2"/>
  </w:num>
  <w:num w:numId="42">
    <w:abstractNumId w:val="42"/>
  </w:num>
  <w:num w:numId="43">
    <w:abstractNumId w:val="5"/>
  </w:num>
  <w:num w:numId="44">
    <w:abstractNumId w:val="38"/>
  </w:num>
  <w:num w:numId="45">
    <w:abstractNumId w:val="3"/>
  </w:num>
  <w:num w:numId="46">
    <w:abstractNumId w:val="34"/>
  </w:num>
  <w:num w:numId="47">
    <w:abstractNumId w:val="8"/>
  </w:num>
  <w:num w:numId="48">
    <w:abstractNumId w:val="39"/>
  </w:num>
  <w:num w:numId="49">
    <w:abstractNumId w:val="43"/>
  </w:num>
  <w:num w:numId="5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F6D"/>
    <w:rsid w:val="00002648"/>
    <w:rsid w:val="00003FD2"/>
    <w:rsid w:val="00020AFD"/>
    <w:rsid w:val="00021816"/>
    <w:rsid w:val="00033432"/>
    <w:rsid w:val="000335CC"/>
    <w:rsid w:val="000349F3"/>
    <w:rsid w:val="00043514"/>
    <w:rsid w:val="00043601"/>
    <w:rsid w:val="00052027"/>
    <w:rsid w:val="00054584"/>
    <w:rsid w:val="00056DA9"/>
    <w:rsid w:val="00066361"/>
    <w:rsid w:val="00072C1E"/>
    <w:rsid w:val="0007794A"/>
    <w:rsid w:val="00087766"/>
    <w:rsid w:val="000877AD"/>
    <w:rsid w:val="00096720"/>
    <w:rsid w:val="000971B7"/>
    <w:rsid w:val="000A0267"/>
    <w:rsid w:val="000A704E"/>
    <w:rsid w:val="000B7907"/>
    <w:rsid w:val="000C006C"/>
    <w:rsid w:val="000C0412"/>
    <w:rsid w:val="000C0429"/>
    <w:rsid w:val="000D02E4"/>
    <w:rsid w:val="000D4787"/>
    <w:rsid w:val="000E1307"/>
    <w:rsid w:val="000E191F"/>
    <w:rsid w:val="000E3925"/>
    <w:rsid w:val="000E3BC8"/>
    <w:rsid w:val="000E3E95"/>
    <w:rsid w:val="000E4C3F"/>
    <w:rsid w:val="000E4E96"/>
    <w:rsid w:val="000F0B02"/>
    <w:rsid w:val="000F3604"/>
    <w:rsid w:val="000F4443"/>
    <w:rsid w:val="0010080A"/>
    <w:rsid w:val="001025AA"/>
    <w:rsid w:val="0010352B"/>
    <w:rsid w:val="00114472"/>
    <w:rsid w:val="00116592"/>
    <w:rsid w:val="0012015C"/>
    <w:rsid w:val="0012134A"/>
    <w:rsid w:val="001224D9"/>
    <w:rsid w:val="001406D9"/>
    <w:rsid w:val="00141954"/>
    <w:rsid w:val="00142632"/>
    <w:rsid w:val="00144366"/>
    <w:rsid w:val="00146463"/>
    <w:rsid w:val="001558F0"/>
    <w:rsid w:val="00156A32"/>
    <w:rsid w:val="00162A13"/>
    <w:rsid w:val="00170EC5"/>
    <w:rsid w:val="0017346D"/>
    <w:rsid w:val="001747C1"/>
    <w:rsid w:val="00175038"/>
    <w:rsid w:val="00175F21"/>
    <w:rsid w:val="00181D38"/>
    <w:rsid w:val="001844B9"/>
    <w:rsid w:val="00184F6D"/>
    <w:rsid w:val="0018596A"/>
    <w:rsid w:val="00186346"/>
    <w:rsid w:val="001878C8"/>
    <w:rsid w:val="001965CA"/>
    <w:rsid w:val="001A145A"/>
    <w:rsid w:val="001A2ECB"/>
    <w:rsid w:val="001B0801"/>
    <w:rsid w:val="001B0E9E"/>
    <w:rsid w:val="001B17F8"/>
    <w:rsid w:val="001B1D89"/>
    <w:rsid w:val="001B3DAC"/>
    <w:rsid w:val="001B4204"/>
    <w:rsid w:val="001B7AC7"/>
    <w:rsid w:val="001C2BCC"/>
    <w:rsid w:val="001C2EAC"/>
    <w:rsid w:val="001C396F"/>
    <w:rsid w:val="001C48E2"/>
    <w:rsid w:val="001C4DA0"/>
    <w:rsid w:val="001D3653"/>
    <w:rsid w:val="001D4968"/>
    <w:rsid w:val="001E57A9"/>
    <w:rsid w:val="001E5A4A"/>
    <w:rsid w:val="001F21F3"/>
    <w:rsid w:val="001F2258"/>
    <w:rsid w:val="001F488C"/>
    <w:rsid w:val="001F4ABD"/>
    <w:rsid w:val="00201A61"/>
    <w:rsid w:val="00201EF1"/>
    <w:rsid w:val="002030A1"/>
    <w:rsid w:val="002045BD"/>
    <w:rsid w:val="00204AE0"/>
    <w:rsid w:val="002067D4"/>
    <w:rsid w:val="0020743D"/>
    <w:rsid w:val="00207DF5"/>
    <w:rsid w:val="0021022D"/>
    <w:rsid w:val="002119B2"/>
    <w:rsid w:val="00212609"/>
    <w:rsid w:val="00213669"/>
    <w:rsid w:val="00217D7A"/>
    <w:rsid w:val="0022248F"/>
    <w:rsid w:val="00224F28"/>
    <w:rsid w:val="00234D48"/>
    <w:rsid w:val="00237C39"/>
    <w:rsid w:val="00240FA5"/>
    <w:rsid w:val="00250A6E"/>
    <w:rsid w:val="002549EA"/>
    <w:rsid w:val="00255F8A"/>
    <w:rsid w:val="0026785D"/>
    <w:rsid w:val="002762A6"/>
    <w:rsid w:val="002768B1"/>
    <w:rsid w:val="00286A69"/>
    <w:rsid w:val="00291523"/>
    <w:rsid w:val="00293B1D"/>
    <w:rsid w:val="00294CF0"/>
    <w:rsid w:val="00296899"/>
    <w:rsid w:val="00297891"/>
    <w:rsid w:val="002A645F"/>
    <w:rsid w:val="002B248E"/>
    <w:rsid w:val="002C2B4F"/>
    <w:rsid w:val="002C31BF"/>
    <w:rsid w:val="002C4EE0"/>
    <w:rsid w:val="002C7445"/>
    <w:rsid w:val="002D3385"/>
    <w:rsid w:val="002E0CD7"/>
    <w:rsid w:val="002E7B86"/>
    <w:rsid w:val="002F026B"/>
    <w:rsid w:val="002F71C9"/>
    <w:rsid w:val="002F77DE"/>
    <w:rsid w:val="00301E52"/>
    <w:rsid w:val="00310F9E"/>
    <w:rsid w:val="00314DFA"/>
    <w:rsid w:val="00326846"/>
    <w:rsid w:val="00332468"/>
    <w:rsid w:val="00345333"/>
    <w:rsid w:val="00346CEC"/>
    <w:rsid w:val="0035209C"/>
    <w:rsid w:val="0035395D"/>
    <w:rsid w:val="00357BC6"/>
    <w:rsid w:val="003640CB"/>
    <w:rsid w:val="0037004A"/>
    <w:rsid w:val="0037476D"/>
    <w:rsid w:val="00380C9F"/>
    <w:rsid w:val="0038201B"/>
    <w:rsid w:val="00385B05"/>
    <w:rsid w:val="00390FDF"/>
    <w:rsid w:val="00391533"/>
    <w:rsid w:val="003925E8"/>
    <w:rsid w:val="003956C6"/>
    <w:rsid w:val="0039714B"/>
    <w:rsid w:val="003A233A"/>
    <w:rsid w:val="003B355D"/>
    <w:rsid w:val="003B473E"/>
    <w:rsid w:val="003B4A61"/>
    <w:rsid w:val="003B5A30"/>
    <w:rsid w:val="003C1F90"/>
    <w:rsid w:val="003C2229"/>
    <w:rsid w:val="003C3805"/>
    <w:rsid w:val="003C6DE3"/>
    <w:rsid w:val="003D5952"/>
    <w:rsid w:val="003E75CE"/>
    <w:rsid w:val="003F7360"/>
    <w:rsid w:val="00400D4D"/>
    <w:rsid w:val="00411EDF"/>
    <w:rsid w:val="0041380F"/>
    <w:rsid w:val="004165C3"/>
    <w:rsid w:val="00422E05"/>
    <w:rsid w:val="004256AA"/>
    <w:rsid w:val="00436329"/>
    <w:rsid w:val="0044329A"/>
    <w:rsid w:val="00445180"/>
    <w:rsid w:val="00450B85"/>
    <w:rsid w:val="00450F07"/>
    <w:rsid w:val="00453CD3"/>
    <w:rsid w:val="00455BC7"/>
    <w:rsid w:val="00460660"/>
    <w:rsid w:val="00460CCB"/>
    <w:rsid w:val="004660E7"/>
    <w:rsid w:val="00477370"/>
    <w:rsid w:val="00477F01"/>
    <w:rsid w:val="004822B6"/>
    <w:rsid w:val="00482B1F"/>
    <w:rsid w:val="00486107"/>
    <w:rsid w:val="00491827"/>
    <w:rsid w:val="004926B0"/>
    <w:rsid w:val="004A0475"/>
    <w:rsid w:val="004A2A34"/>
    <w:rsid w:val="004A7C69"/>
    <w:rsid w:val="004B0954"/>
    <w:rsid w:val="004B2264"/>
    <w:rsid w:val="004B2654"/>
    <w:rsid w:val="004B7A4A"/>
    <w:rsid w:val="004C4399"/>
    <w:rsid w:val="004C69ED"/>
    <w:rsid w:val="004C6E86"/>
    <w:rsid w:val="004C787C"/>
    <w:rsid w:val="004D171A"/>
    <w:rsid w:val="004E057C"/>
    <w:rsid w:val="004E27AB"/>
    <w:rsid w:val="004E6AAD"/>
    <w:rsid w:val="004F0E45"/>
    <w:rsid w:val="004F2B04"/>
    <w:rsid w:val="004F2C65"/>
    <w:rsid w:val="004F473C"/>
    <w:rsid w:val="004F4B9B"/>
    <w:rsid w:val="004F5A0D"/>
    <w:rsid w:val="0050568D"/>
    <w:rsid w:val="00511AB9"/>
    <w:rsid w:val="00515331"/>
    <w:rsid w:val="00517F0E"/>
    <w:rsid w:val="00523EA7"/>
    <w:rsid w:val="0052659E"/>
    <w:rsid w:val="0053269F"/>
    <w:rsid w:val="005337D7"/>
    <w:rsid w:val="0054323F"/>
    <w:rsid w:val="00543FDF"/>
    <w:rsid w:val="00545EF6"/>
    <w:rsid w:val="00551D1F"/>
    <w:rsid w:val="00553375"/>
    <w:rsid w:val="00553552"/>
    <w:rsid w:val="005548F1"/>
    <w:rsid w:val="005615F7"/>
    <w:rsid w:val="005649BF"/>
    <w:rsid w:val="005658A6"/>
    <w:rsid w:val="00572245"/>
    <w:rsid w:val="005722BB"/>
    <w:rsid w:val="005736B7"/>
    <w:rsid w:val="00574EF2"/>
    <w:rsid w:val="00575E5A"/>
    <w:rsid w:val="00585762"/>
    <w:rsid w:val="0059054C"/>
    <w:rsid w:val="00596C7E"/>
    <w:rsid w:val="005A217E"/>
    <w:rsid w:val="005A59E2"/>
    <w:rsid w:val="005A64E9"/>
    <w:rsid w:val="005B5EE9"/>
    <w:rsid w:val="005C4BD1"/>
    <w:rsid w:val="005C7479"/>
    <w:rsid w:val="005D2E94"/>
    <w:rsid w:val="005E1046"/>
    <w:rsid w:val="005E2C77"/>
    <w:rsid w:val="005E532B"/>
    <w:rsid w:val="005F3741"/>
    <w:rsid w:val="005F4BDF"/>
    <w:rsid w:val="00605D6E"/>
    <w:rsid w:val="0061068E"/>
    <w:rsid w:val="0061695E"/>
    <w:rsid w:val="00627A9A"/>
    <w:rsid w:val="00630AB7"/>
    <w:rsid w:val="00643B71"/>
    <w:rsid w:val="00647186"/>
    <w:rsid w:val="00650BF3"/>
    <w:rsid w:val="006515FF"/>
    <w:rsid w:val="00652636"/>
    <w:rsid w:val="00655E2D"/>
    <w:rsid w:val="00660AD3"/>
    <w:rsid w:val="0066654A"/>
    <w:rsid w:val="00666AE8"/>
    <w:rsid w:val="00687B0C"/>
    <w:rsid w:val="00694018"/>
    <w:rsid w:val="006A0D98"/>
    <w:rsid w:val="006A5570"/>
    <w:rsid w:val="006A689C"/>
    <w:rsid w:val="006B38A0"/>
    <w:rsid w:val="006B3D79"/>
    <w:rsid w:val="006B4CE4"/>
    <w:rsid w:val="006B5016"/>
    <w:rsid w:val="006B6109"/>
    <w:rsid w:val="006C01E2"/>
    <w:rsid w:val="006C476B"/>
    <w:rsid w:val="006D0F7E"/>
    <w:rsid w:val="006D171C"/>
    <w:rsid w:val="006E0578"/>
    <w:rsid w:val="006E314D"/>
    <w:rsid w:val="006F0E93"/>
    <w:rsid w:val="007038C5"/>
    <w:rsid w:val="00710723"/>
    <w:rsid w:val="007127E1"/>
    <w:rsid w:val="007159C0"/>
    <w:rsid w:val="00721470"/>
    <w:rsid w:val="00723168"/>
    <w:rsid w:val="00723ED1"/>
    <w:rsid w:val="00727A37"/>
    <w:rsid w:val="00727A6E"/>
    <w:rsid w:val="00734180"/>
    <w:rsid w:val="00743525"/>
    <w:rsid w:val="00747B6E"/>
    <w:rsid w:val="007526BF"/>
    <w:rsid w:val="007529B6"/>
    <w:rsid w:val="00752BA8"/>
    <w:rsid w:val="0076286B"/>
    <w:rsid w:val="0076288A"/>
    <w:rsid w:val="00763EAC"/>
    <w:rsid w:val="00764595"/>
    <w:rsid w:val="00765998"/>
    <w:rsid w:val="00766846"/>
    <w:rsid w:val="00766FF3"/>
    <w:rsid w:val="0076704E"/>
    <w:rsid w:val="0077673A"/>
    <w:rsid w:val="007807D7"/>
    <w:rsid w:val="007809CF"/>
    <w:rsid w:val="007846E1"/>
    <w:rsid w:val="00795C70"/>
    <w:rsid w:val="007A2659"/>
    <w:rsid w:val="007A6454"/>
    <w:rsid w:val="007B1214"/>
    <w:rsid w:val="007B21E5"/>
    <w:rsid w:val="007B570C"/>
    <w:rsid w:val="007B66B8"/>
    <w:rsid w:val="007D2CF4"/>
    <w:rsid w:val="007D6B6D"/>
    <w:rsid w:val="007D7035"/>
    <w:rsid w:val="007E1271"/>
    <w:rsid w:val="007E4A6E"/>
    <w:rsid w:val="007F0069"/>
    <w:rsid w:val="007F0A4B"/>
    <w:rsid w:val="007F3907"/>
    <w:rsid w:val="007F56A7"/>
    <w:rsid w:val="007F635D"/>
    <w:rsid w:val="008027D2"/>
    <w:rsid w:val="00803441"/>
    <w:rsid w:val="00803DAA"/>
    <w:rsid w:val="008056BB"/>
    <w:rsid w:val="00807059"/>
    <w:rsid w:val="00807DD0"/>
    <w:rsid w:val="00813F11"/>
    <w:rsid w:val="00817FC6"/>
    <w:rsid w:val="00826B73"/>
    <w:rsid w:val="00831C89"/>
    <w:rsid w:val="00840C4F"/>
    <w:rsid w:val="00842E21"/>
    <w:rsid w:val="00844BB4"/>
    <w:rsid w:val="008475BD"/>
    <w:rsid w:val="00851F82"/>
    <w:rsid w:val="00855F00"/>
    <w:rsid w:val="008721C0"/>
    <w:rsid w:val="00873A18"/>
    <w:rsid w:val="008A17DB"/>
    <w:rsid w:val="008A30CB"/>
    <w:rsid w:val="008A3568"/>
    <w:rsid w:val="008A7EAA"/>
    <w:rsid w:val="008B214B"/>
    <w:rsid w:val="008B2499"/>
    <w:rsid w:val="008B2C3F"/>
    <w:rsid w:val="008B607D"/>
    <w:rsid w:val="008B674C"/>
    <w:rsid w:val="008C01AF"/>
    <w:rsid w:val="008C4231"/>
    <w:rsid w:val="008C4D30"/>
    <w:rsid w:val="008D03B9"/>
    <w:rsid w:val="008D1188"/>
    <w:rsid w:val="008D7731"/>
    <w:rsid w:val="008E1E27"/>
    <w:rsid w:val="008E4309"/>
    <w:rsid w:val="008F18D6"/>
    <w:rsid w:val="00904780"/>
    <w:rsid w:val="00904D23"/>
    <w:rsid w:val="00906627"/>
    <w:rsid w:val="00910F69"/>
    <w:rsid w:val="009113A8"/>
    <w:rsid w:val="0091281F"/>
    <w:rsid w:val="0091341B"/>
    <w:rsid w:val="009170AE"/>
    <w:rsid w:val="00920775"/>
    <w:rsid w:val="00922385"/>
    <w:rsid w:val="009223DF"/>
    <w:rsid w:val="009251F7"/>
    <w:rsid w:val="009303BD"/>
    <w:rsid w:val="00932DED"/>
    <w:rsid w:val="00936091"/>
    <w:rsid w:val="00940D8A"/>
    <w:rsid w:val="00941ACB"/>
    <w:rsid w:val="00942995"/>
    <w:rsid w:val="00954091"/>
    <w:rsid w:val="0095509A"/>
    <w:rsid w:val="00955162"/>
    <w:rsid w:val="009601ED"/>
    <w:rsid w:val="00961C1E"/>
    <w:rsid w:val="00962258"/>
    <w:rsid w:val="00964478"/>
    <w:rsid w:val="00966395"/>
    <w:rsid w:val="009678B7"/>
    <w:rsid w:val="00976E67"/>
    <w:rsid w:val="00982411"/>
    <w:rsid w:val="00984AC9"/>
    <w:rsid w:val="00987713"/>
    <w:rsid w:val="00992D9C"/>
    <w:rsid w:val="00996CB8"/>
    <w:rsid w:val="00997C82"/>
    <w:rsid w:val="009A7568"/>
    <w:rsid w:val="009B0ED0"/>
    <w:rsid w:val="009B1112"/>
    <w:rsid w:val="009B2E97"/>
    <w:rsid w:val="009B32F7"/>
    <w:rsid w:val="009B72CC"/>
    <w:rsid w:val="009C42A5"/>
    <w:rsid w:val="009C4880"/>
    <w:rsid w:val="009D4BD6"/>
    <w:rsid w:val="009E07F4"/>
    <w:rsid w:val="009E3195"/>
    <w:rsid w:val="009F392E"/>
    <w:rsid w:val="009F7BC7"/>
    <w:rsid w:val="00A065CA"/>
    <w:rsid w:val="00A06AF0"/>
    <w:rsid w:val="00A10ECA"/>
    <w:rsid w:val="00A136C4"/>
    <w:rsid w:val="00A15384"/>
    <w:rsid w:val="00A15C3D"/>
    <w:rsid w:val="00A205DF"/>
    <w:rsid w:val="00A3510D"/>
    <w:rsid w:val="00A35258"/>
    <w:rsid w:val="00A35A0C"/>
    <w:rsid w:val="00A36B35"/>
    <w:rsid w:val="00A4012B"/>
    <w:rsid w:val="00A44328"/>
    <w:rsid w:val="00A46997"/>
    <w:rsid w:val="00A478E3"/>
    <w:rsid w:val="00A54970"/>
    <w:rsid w:val="00A6177B"/>
    <w:rsid w:val="00A620C2"/>
    <w:rsid w:val="00A66136"/>
    <w:rsid w:val="00A717AA"/>
    <w:rsid w:val="00A73F82"/>
    <w:rsid w:val="00A86B4E"/>
    <w:rsid w:val="00A93238"/>
    <w:rsid w:val="00A95759"/>
    <w:rsid w:val="00A959F2"/>
    <w:rsid w:val="00AA1944"/>
    <w:rsid w:val="00AA4CBB"/>
    <w:rsid w:val="00AA65FA"/>
    <w:rsid w:val="00AA7351"/>
    <w:rsid w:val="00AA77DF"/>
    <w:rsid w:val="00AB498E"/>
    <w:rsid w:val="00AC523A"/>
    <w:rsid w:val="00AD056F"/>
    <w:rsid w:val="00AD6731"/>
    <w:rsid w:val="00AD6BD4"/>
    <w:rsid w:val="00AD7C39"/>
    <w:rsid w:val="00AE534D"/>
    <w:rsid w:val="00AF1699"/>
    <w:rsid w:val="00AF170C"/>
    <w:rsid w:val="00AF44A5"/>
    <w:rsid w:val="00B075B2"/>
    <w:rsid w:val="00B07829"/>
    <w:rsid w:val="00B1073B"/>
    <w:rsid w:val="00B12709"/>
    <w:rsid w:val="00B13579"/>
    <w:rsid w:val="00B13786"/>
    <w:rsid w:val="00B14AF8"/>
    <w:rsid w:val="00B15D0D"/>
    <w:rsid w:val="00B17FE8"/>
    <w:rsid w:val="00B21E60"/>
    <w:rsid w:val="00B229EB"/>
    <w:rsid w:val="00B24CD6"/>
    <w:rsid w:val="00B24F41"/>
    <w:rsid w:val="00B352D9"/>
    <w:rsid w:val="00B40FB0"/>
    <w:rsid w:val="00B426E2"/>
    <w:rsid w:val="00B43E00"/>
    <w:rsid w:val="00B444BD"/>
    <w:rsid w:val="00B45DD7"/>
    <w:rsid w:val="00B45E9E"/>
    <w:rsid w:val="00B475BF"/>
    <w:rsid w:val="00B52D6D"/>
    <w:rsid w:val="00B55F9C"/>
    <w:rsid w:val="00B61BC5"/>
    <w:rsid w:val="00B67196"/>
    <w:rsid w:val="00B72CD7"/>
    <w:rsid w:val="00B75EE1"/>
    <w:rsid w:val="00B769FB"/>
    <w:rsid w:val="00B77481"/>
    <w:rsid w:val="00B8054C"/>
    <w:rsid w:val="00B8228B"/>
    <w:rsid w:val="00B8459C"/>
    <w:rsid w:val="00B8518B"/>
    <w:rsid w:val="00B858CB"/>
    <w:rsid w:val="00B86B57"/>
    <w:rsid w:val="00B91997"/>
    <w:rsid w:val="00B96EDB"/>
    <w:rsid w:val="00BA0E9F"/>
    <w:rsid w:val="00BA1E46"/>
    <w:rsid w:val="00BA652B"/>
    <w:rsid w:val="00BB0D12"/>
    <w:rsid w:val="00BB20C2"/>
    <w:rsid w:val="00BB3740"/>
    <w:rsid w:val="00BB5742"/>
    <w:rsid w:val="00BC3FAC"/>
    <w:rsid w:val="00BC7914"/>
    <w:rsid w:val="00BD4453"/>
    <w:rsid w:val="00BD7E91"/>
    <w:rsid w:val="00BE0AEA"/>
    <w:rsid w:val="00BF187F"/>
    <w:rsid w:val="00BF374D"/>
    <w:rsid w:val="00BF7DE8"/>
    <w:rsid w:val="00C02D0A"/>
    <w:rsid w:val="00C03A6E"/>
    <w:rsid w:val="00C052BD"/>
    <w:rsid w:val="00C06507"/>
    <w:rsid w:val="00C22F56"/>
    <w:rsid w:val="00C25DA2"/>
    <w:rsid w:val="00C30351"/>
    <w:rsid w:val="00C30759"/>
    <w:rsid w:val="00C3300D"/>
    <w:rsid w:val="00C44F6A"/>
    <w:rsid w:val="00C45E8C"/>
    <w:rsid w:val="00C47BC0"/>
    <w:rsid w:val="00C5715A"/>
    <w:rsid w:val="00C65BFB"/>
    <w:rsid w:val="00C713E1"/>
    <w:rsid w:val="00C8207D"/>
    <w:rsid w:val="00C83C3D"/>
    <w:rsid w:val="00C8428E"/>
    <w:rsid w:val="00C905DF"/>
    <w:rsid w:val="00C919F5"/>
    <w:rsid w:val="00C9402F"/>
    <w:rsid w:val="00CA3663"/>
    <w:rsid w:val="00CA7BAE"/>
    <w:rsid w:val="00CB0974"/>
    <w:rsid w:val="00CC4D56"/>
    <w:rsid w:val="00CD043B"/>
    <w:rsid w:val="00CD1FC4"/>
    <w:rsid w:val="00CD3480"/>
    <w:rsid w:val="00CD6830"/>
    <w:rsid w:val="00CE371D"/>
    <w:rsid w:val="00CE3966"/>
    <w:rsid w:val="00CE71D7"/>
    <w:rsid w:val="00CE74D4"/>
    <w:rsid w:val="00CE7AB2"/>
    <w:rsid w:val="00CF4D1E"/>
    <w:rsid w:val="00CF5382"/>
    <w:rsid w:val="00CF6A64"/>
    <w:rsid w:val="00CF6A89"/>
    <w:rsid w:val="00D02A4D"/>
    <w:rsid w:val="00D03B28"/>
    <w:rsid w:val="00D03E50"/>
    <w:rsid w:val="00D065D2"/>
    <w:rsid w:val="00D21061"/>
    <w:rsid w:val="00D253E0"/>
    <w:rsid w:val="00D26046"/>
    <w:rsid w:val="00D316A7"/>
    <w:rsid w:val="00D353BC"/>
    <w:rsid w:val="00D40696"/>
    <w:rsid w:val="00D40FF8"/>
    <w:rsid w:val="00D4108E"/>
    <w:rsid w:val="00D42C84"/>
    <w:rsid w:val="00D43B79"/>
    <w:rsid w:val="00D45845"/>
    <w:rsid w:val="00D60B33"/>
    <w:rsid w:val="00D6163D"/>
    <w:rsid w:val="00D71D90"/>
    <w:rsid w:val="00D80506"/>
    <w:rsid w:val="00D819DF"/>
    <w:rsid w:val="00D82FF7"/>
    <w:rsid w:val="00D831A3"/>
    <w:rsid w:val="00D86DA6"/>
    <w:rsid w:val="00D87CA6"/>
    <w:rsid w:val="00D91DCE"/>
    <w:rsid w:val="00D9351F"/>
    <w:rsid w:val="00D955CF"/>
    <w:rsid w:val="00D95FBD"/>
    <w:rsid w:val="00DA455C"/>
    <w:rsid w:val="00DA6FFE"/>
    <w:rsid w:val="00DB4075"/>
    <w:rsid w:val="00DB42EF"/>
    <w:rsid w:val="00DB5440"/>
    <w:rsid w:val="00DC3110"/>
    <w:rsid w:val="00DD46F3"/>
    <w:rsid w:val="00DD58A6"/>
    <w:rsid w:val="00DE30C6"/>
    <w:rsid w:val="00DE56F2"/>
    <w:rsid w:val="00DF116D"/>
    <w:rsid w:val="00DF54FB"/>
    <w:rsid w:val="00DF5876"/>
    <w:rsid w:val="00DF78FE"/>
    <w:rsid w:val="00E0589C"/>
    <w:rsid w:val="00E15C86"/>
    <w:rsid w:val="00E1724F"/>
    <w:rsid w:val="00E21EE6"/>
    <w:rsid w:val="00E22495"/>
    <w:rsid w:val="00E271CD"/>
    <w:rsid w:val="00E348C0"/>
    <w:rsid w:val="00E47F8D"/>
    <w:rsid w:val="00E50517"/>
    <w:rsid w:val="00E54BFB"/>
    <w:rsid w:val="00E56DF0"/>
    <w:rsid w:val="00E61F4E"/>
    <w:rsid w:val="00E73AC5"/>
    <w:rsid w:val="00E7645F"/>
    <w:rsid w:val="00E7741A"/>
    <w:rsid w:val="00E77C2A"/>
    <w:rsid w:val="00E824F1"/>
    <w:rsid w:val="00E84E59"/>
    <w:rsid w:val="00E875A0"/>
    <w:rsid w:val="00EA48B0"/>
    <w:rsid w:val="00EB104F"/>
    <w:rsid w:val="00EB7899"/>
    <w:rsid w:val="00EC2EB6"/>
    <w:rsid w:val="00EC41D8"/>
    <w:rsid w:val="00ED14BD"/>
    <w:rsid w:val="00ED3947"/>
    <w:rsid w:val="00EE73B7"/>
    <w:rsid w:val="00EF0F4C"/>
    <w:rsid w:val="00F01440"/>
    <w:rsid w:val="00F11468"/>
    <w:rsid w:val="00F12DEC"/>
    <w:rsid w:val="00F1416F"/>
    <w:rsid w:val="00F148C4"/>
    <w:rsid w:val="00F1715C"/>
    <w:rsid w:val="00F2178B"/>
    <w:rsid w:val="00F25976"/>
    <w:rsid w:val="00F273CD"/>
    <w:rsid w:val="00F277B3"/>
    <w:rsid w:val="00F310F8"/>
    <w:rsid w:val="00F35939"/>
    <w:rsid w:val="00F37FE7"/>
    <w:rsid w:val="00F400C9"/>
    <w:rsid w:val="00F45607"/>
    <w:rsid w:val="00F51903"/>
    <w:rsid w:val="00F526A6"/>
    <w:rsid w:val="00F614B5"/>
    <w:rsid w:val="00F64786"/>
    <w:rsid w:val="00F659EB"/>
    <w:rsid w:val="00F66D3F"/>
    <w:rsid w:val="00F71658"/>
    <w:rsid w:val="00F7524F"/>
    <w:rsid w:val="00F770A0"/>
    <w:rsid w:val="00F7797C"/>
    <w:rsid w:val="00F8057C"/>
    <w:rsid w:val="00F8216C"/>
    <w:rsid w:val="00F862D6"/>
    <w:rsid w:val="00F86BA6"/>
    <w:rsid w:val="00F878A1"/>
    <w:rsid w:val="00FA0779"/>
    <w:rsid w:val="00FB34A2"/>
    <w:rsid w:val="00FB5726"/>
    <w:rsid w:val="00FB6408"/>
    <w:rsid w:val="00FB72B8"/>
    <w:rsid w:val="00FC17B7"/>
    <w:rsid w:val="00FC6389"/>
    <w:rsid w:val="00FC786C"/>
    <w:rsid w:val="00FC7B1B"/>
    <w:rsid w:val="00FD2F51"/>
    <w:rsid w:val="00FD7C21"/>
    <w:rsid w:val="00FE28EC"/>
    <w:rsid w:val="00FF4959"/>
    <w:rsid w:val="00FF6331"/>
    <w:rsid w:val="00FF6DAB"/>
    <w:rsid w:val="00FF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SDCodrka1">
    <w:name w:val="SŽDC_odrážka1"/>
    <w:basedOn w:val="Odstavecseseznamem"/>
    <w:qFormat/>
    <w:rsid w:val="00296899"/>
    <w:pPr>
      <w:numPr>
        <w:numId w:val="6"/>
      </w:numPr>
      <w:spacing w:before="120" w:after="60" w:line="276" w:lineRule="auto"/>
      <w:jc w:val="both"/>
    </w:pPr>
    <w:rPr>
      <w:rFonts w:ascii="Verdana" w:eastAsia="Calibri" w:hAnsi="Verdana" w:cs="Times New Roman"/>
      <w:szCs w:val="22"/>
    </w:rPr>
  </w:style>
  <w:style w:type="character" w:customStyle="1" w:styleId="SDCodrka2Char">
    <w:name w:val="SŽDC_odrážka2 Char"/>
    <w:link w:val="SDCodrka2"/>
    <w:locked/>
    <w:rsid w:val="00296899"/>
    <w:rPr>
      <w:szCs w:val="22"/>
    </w:rPr>
  </w:style>
  <w:style w:type="paragraph" w:customStyle="1" w:styleId="SDCodrka2">
    <w:name w:val="SŽDC_odrážka2"/>
    <w:basedOn w:val="SDCodrka1"/>
    <w:link w:val="SDCodrka2Char"/>
    <w:qFormat/>
    <w:rsid w:val="00296899"/>
    <w:pPr>
      <w:numPr>
        <w:ilvl w:val="1"/>
      </w:numPr>
    </w:pPr>
    <w:rPr>
      <w:rFonts w:asciiTheme="minorHAnsi" w:eastAsiaTheme="minorHAnsi" w:hAnsiTheme="minorHAnsi" w:cstheme="minorBidi"/>
    </w:rPr>
  </w:style>
  <w:style w:type="paragraph" w:customStyle="1" w:styleId="SDCodrka3">
    <w:name w:val="SŽDC_odrážka3"/>
    <w:basedOn w:val="SDCodrka2"/>
    <w:qFormat/>
    <w:rsid w:val="00296899"/>
    <w:pPr>
      <w:numPr>
        <w:ilvl w:val="2"/>
      </w:numPr>
      <w:tabs>
        <w:tab w:val="num" w:pos="360"/>
        <w:tab w:val="num" w:pos="1843"/>
      </w:tabs>
      <w:ind w:left="1729" w:hanging="652"/>
    </w:pPr>
  </w:style>
  <w:style w:type="paragraph" w:styleId="Prosttext">
    <w:name w:val="Plain Text"/>
    <w:basedOn w:val="Normln"/>
    <w:link w:val="ProsttextChar"/>
    <w:uiPriority w:val="99"/>
    <w:unhideWhenUsed/>
    <w:rsid w:val="00184F6D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184F6D"/>
    <w:rPr>
      <w:rFonts w:ascii="Calibri" w:eastAsia="Calibri" w:hAnsi="Calibri" w:cs="Times New Roman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rsid w:val="00D60B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SDCodrka1">
    <w:name w:val="SŽDC_odrážka1"/>
    <w:basedOn w:val="Odstavecseseznamem"/>
    <w:qFormat/>
    <w:rsid w:val="00296899"/>
    <w:pPr>
      <w:numPr>
        <w:numId w:val="6"/>
      </w:numPr>
      <w:spacing w:before="120" w:after="60" w:line="276" w:lineRule="auto"/>
      <w:jc w:val="both"/>
    </w:pPr>
    <w:rPr>
      <w:rFonts w:ascii="Verdana" w:eastAsia="Calibri" w:hAnsi="Verdana" w:cs="Times New Roman"/>
      <w:szCs w:val="22"/>
    </w:rPr>
  </w:style>
  <w:style w:type="character" w:customStyle="1" w:styleId="SDCodrka2Char">
    <w:name w:val="SŽDC_odrážka2 Char"/>
    <w:link w:val="SDCodrka2"/>
    <w:locked/>
    <w:rsid w:val="00296899"/>
    <w:rPr>
      <w:szCs w:val="22"/>
    </w:rPr>
  </w:style>
  <w:style w:type="paragraph" w:customStyle="1" w:styleId="SDCodrka2">
    <w:name w:val="SŽDC_odrážka2"/>
    <w:basedOn w:val="SDCodrka1"/>
    <w:link w:val="SDCodrka2Char"/>
    <w:qFormat/>
    <w:rsid w:val="00296899"/>
    <w:pPr>
      <w:numPr>
        <w:ilvl w:val="1"/>
      </w:numPr>
    </w:pPr>
    <w:rPr>
      <w:rFonts w:asciiTheme="minorHAnsi" w:eastAsiaTheme="minorHAnsi" w:hAnsiTheme="minorHAnsi" w:cstheme="minorBidi"/>
    </w:rPr>
  </w:style>
  <w:style w:type="paragraph" w:customStyle="1" w:styleId="SDCodrka3">
    <w:name w:val="SŽDC_odrážka3"/>
    <w:basedOn w:val="SDCodrka2"/>
    <w:qFormat/>
    <w:rsid w:val="00296899"/>
    <w:pPr>
      <w:numPr>
        <w:ilvl w:val="2"/>
      </w:numPr>
      <w:tabs>
        <w:tab w:val="num" w:pos="360"/>
        <w:tab w:val="num" w:pos="1843"/>
      </w:tabs>
      <w:ind w:left="1729" w:hanging="652"/>
    </w:pPr>
  </w:style>
  <w:style w:type="paragraph" w:styleId="Prosttext">
    <w:name w:val="Plain Text"/>
    <w:basedOn w:val="Normln"/>
    <w:link w:val="ProsttextChar"/>
    <w:uiPriority w:val="99"/>
    <w:unhideWhenUsed/>
    <w:rsid w:val="00184F6D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184F6D"/>
    <w:rPr>
      <w:rFonts w:ascii="Calibri" w:eastAsia="Calibri" w:hAnsi="Calibri" w:cs="Times New Roman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rsid w:val="00D6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316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17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806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345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rylova@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knizek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anek\Documents\Ddata\do&#353;l&#233;\2020\Kn&#237;&#382;ek\01_vyj%20Rekonstrukce%20VB%20zst%20Veseli%20nL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17342-ABEB-47B4-9138-F4BA37D26807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558F98-1058-47A6-9453-1E41A852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01_vyj Rekonstrukce VB zst Veseli nL</Template>
  <TotalTime>45</TotalTime>
  <Pages>1</Pages>
  <Words>177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Šimánek Jiří, Ing.</dc:creator>
  <cp:lastModifiedBy>Knížek Karel</cp:lastModifiedBy>
  <cp:revision>14</cp:revision>
  <cp:lastPrinted>2021-02-12T11:02:00Z</cp:lastPrinted>
  <dcterms:created xsi:type="dcterms:W3CDTF">2021-02-11T09:26:00Z</dcterms:created>
  <dcterms:modified xsi:type="dcterms:W3CDTF">2021-02-12T11:02:00Z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